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BBCBFD2" w14:textId="70B10B80" w:rsidR="00D360D9" w:rsidRPr="00D360D9" w:rsidRDefault="00D360D9" w:rsidP="00D360D9">
      <w:pPr>
        <w:spacing w:after="400"/>
        <w:jc w:val="right"/>
        <w:rPr>
          <w:b/>
          <w:bCs/>
          <w:color w:val="293F51"/>
          <w:sz w:val="20"/>
          <w:szCs w:val="20"/>
        </w:rPr>
      </w:pP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6"/>
          <w:szCs w:val="26"/>
        </w:rPr>
        <w:tab/>
      </w:r>
      <w:r>
        <w:rPr>
          <w:b/>
          <w:bCs/>
          <w:color w:val="293F51"/>
          <w:sz w:val="20"/>
          <w:szCs w:val="20"/>
        </w:rPr>
        <w:t>Załącznik nr 3 do Umowy</w:t>
      </w:r>
    </w:p>
    <w:p w14:paraId="599338E4" w14:textId="45D80821" w:rsidR="001E4511" w:rsidRPr="002A24CA" w:rsidRDefault="00AD1303" w:rsidP="002F21E5">
      <w:pPr>
        <w:spacing w:after="400"/>
        <w:jc w:val="center"/>
        <w:rPr>
          <w:b/>
          <w:bCs/>
          <w:color w:val="293F51"/>
          <w:sz w:val="26"/>
          <w:szCs w:val="26"/>
        </w:rPr>
      </w:pPr>
      <w:r w:rsidRPr="002A24CA">
        <w:rPr>
          <w:b/>
          <w:bCs/>
          <w:color w:val="293F51"/>
          <w:sz w:val="26"/>
          <w:szCs w:val="26"/>
        </w:rPr>
        <w:t>Umowa powierzenia przetwarzania danych osobowych</w:t>
      </w:r>
    </w:p>
    <w:sdt>
      <w:sdtPr>
        <w:rPr>
          <w:rFonts w:cstheme="minorHAnsi"/>
          <w:color w:val="262626" w:themeColor="text1" w:themeTint="D9"/>
          <w:sz w:val="20"/>
          <w:szCs w:val="20"/>
        </w:rPr>
        <w:id w:val="-1953700235"/>
        <w:docPartObj>
          <w:docPartGallery w:val="Cover Pages"/>
          <w:docPartUnique/>
        </w:docPartObj>
      </w:sdtPr>
      <w:sdtEndPr/>
      <w:sdtContent>
        <w:p w14:paraId="7FFA56F8" w14:textId="0DD63DF3" w:rsidR="00373917" w:rsidRPr="00914991" w:rsidRDefault="00596AD9" w:rsidP="00555169">
          <w:pPr>
            <w:spacing w:after="160"/>
            <w:contextualSpacing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Zawarta w</w:t>
          </w:r>
          <w:r w:rsidR="00F44D7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e Wroc</w:t>
          </w:r>
          <w:r w:rsidR="00D053B8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ł</w:t>
          </w:r>
          <w:r w:rsidR="00F44D7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awiu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w dniu </w:t>
          </w:r>
          <w:r w:rsidR="0091499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…………………</w:t>
          </w:r>
          <w:r w:rsidR="00E26FE0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.</w:t>
          </w:r>
          <w:r w:rsidR="0091499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AA169F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202</w:t>
          </w:r>
          <w:r w:rsidR="007B1FB4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1</w:t>
          </w:r>
          <w:r w:rsidR="00E2237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r.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pomiędzy Towarzystwem Budownictwa Społecznego Wrocław Sp</w:t>
          </w:r>
          <w:r w:rsidR="004B23D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.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z o.o.</w:t>
          </w:r>
          <w:r w:rsidR="00994CF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4B23D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z siedzibą we Wroc</w:t>
          </w:r>
          <w:r w:rsidR="00A5125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ł</w:t>
          </w:r>
          <w:r w:rsidR="004B23D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awiu (51-148)</w:t>
          </w:r>
          <w:r w:rsidR="003372F8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4B23D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przy 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ul. St. Przybyszewskiego 102</w:t>
          </w:r>
          <w:r w:rsidR="0014224E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/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104, </w:t>
          </w:r>
          <w:r w:rsidR="0014224E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NIP 8951633275, 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reprezentowan</w:t>
          </w:r>
          <w:r w:rsidR="003372F8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ym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przez </w:t>
          </w:r>
          <w:r w:rsidR="0014224E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Marcina Kija</w:t>
          </w:r>
          <w:r w:rsidR="00FA6550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- </w:t>
          </w:r>
          <w:r w:rsidR="006821F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Prezesa Zarządu </w:t>
          </w:r>
          <w:r w:rsidR="00FA6550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i </w:t>
          </w:r>
          <w:r w:rsidR="006821F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Marka Łapińskiego</w:t>
          </w:r>
          <w:r w:rsidR="003372F8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FA6550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- </w:t>
          </w:r>
          <w:r w:rsidR="006821F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Wiceprezesa Zarządu</w:t>
          </w:r>
          <w:r w:rsidR="00BB1FF0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,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zwanym dalej </w:t>
          </w: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Administratorem Danych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lub</w:t>
          </w: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 xml:space="preserve"> Administratorem,</w:t>
          </w:r>
        </w:p>
        <w:p w14:paraId="41E7679F" w14:textId="77777777" w:rsidR="00693357" w:rsidRPr="00914991" w:rsidRDefault="00693357" w:rsidP="00555169">
          <w:pPr>
            <w:spacing w:after="160"/>
            <w:contextualSpacing/>
            <w:jc w:val="both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a</w:t>
          </w:r>
        </w:p>
        <w:p w14:paraId="657F1E98" w14:textId="0C6EF6F8" w:rsidR="00693357" w:rsidRPr="00914991" w:rsidRDefault="00797AE4" w:rsidP="00914991">
          <w:pPr>
            <w:spacing w:after="160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podmiotem: </w:t>
          </w:r>
          <w:r w:rsidR="00D360D9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……………..</w:t>
          </w:r>
          <w:r w:rsidR="00EB1C6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,</w:t>
          </w:r>
          <w:r w:rsidR="00B320AC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69335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zwan</w:t>
          </w:r>
          <w:r w:rsidR="009E5592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ym</w:t>
          </w:r>
          <w:r w:rsidR="0069335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dalej </w:t>
          </w:r>
          <w:r w:rsidR="00693357"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Podmiotem Przetwarzającym.</w:t>
          </w:r>
          <w:r w:rsidR="0069335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</w:p>
        <w:p w14:paraId="58C59345" w14:textId="77777777" w:rsidR="00693357" w:rsidRPr="00914991" w:rsidRDefault="00693357" w:rsidP="00914991">
          <w:pPr>
            <w:spacing w:after="0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1</w:t>
          </w:r>
        </w:p>
        <w:p w14:paraId="2EAFA70B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Powierzenie przetwarzania danych osobowych</w:t>
          </w:r>
        </w:p>
        <w:p w14:paraId="23A816D5" w14:textId="0E151B69" w:rsidR="00693357" w:rsidRPr="00914991" w:rsidRDefault="00693357" w:rsidP="008A6DB5">
          <w:pPr>
            <w:numPr>
              <w:ilvl w:val="0"/>
              <w:numId w:val="5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Administrator Danych powierza Podmiotowi Przetwarzającemu, w trybie art. 28 ogólnego rozporządzenia </w:t>
          </w:r>
          <w:r w:rsidR="008A6DB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o ochronie danych z dnia 27 kwietnia 2016 r. (zwanego w dalszej części „Rozporządzeniem”) dane osobowe </w:t>
          </w:r>
          <w:r w:rsidR="008A6DB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do przetwarzania, na zasadach i w celu określonym w niniejszej Umowie.</w:t>
          </w:r>
        </w:p>
        <w:p w14:paraId="0280A7F3" w14:textId="1C7113A7" w:rsidR="00693357" w:rsidRPr="00914991" w:rsidRDefault="00693357" w:rsidP="008A6DB5">
          <w:pPr>
            <w:numPr>
              <w:ilvl w:val="0"/>
              <w:numId w:val="5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Podmiot Przetwarzający zobowiązuje się przetwarzać powierzone mu dane osobowe zgodnie z niniejszą umową, Rozporządzeniem oraz z innymi przepisami prawa powszechnie obowiązującego, które chronią prawa osób, których dane dotyczą.</w:t>
          </w:r>
        </w:p>
        <w:p w14:paraId="1CB7BC18" w14:textId="77777777" w:rsidR="00693357" w:rsidRPr="00914991" w:rsidRDefault="00693357" w:rsidP="00555169">
          <w:pPr>
            <w:numPr>
              <w:ilvl w:val="0"/>
              <w:numId w:val="5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oświadcza, iż stosuje środki bezpieczeństwa spełniające wymogi Rozporządzenia. </w:t>
          </w:r>
        </w:p>
        <w:p w14:paraId="4FB79BA5" w14:textId="77777777" w:rsidR="00693357" w:rsidRPr="00914991" w:rsidRDefault="00693357" w:rsidP="00914991">
          <w:pPr>
            <w:spacing w:after="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2</w:t>
          </w:r>
        </w:p>
        <w:p w14:paraId="51DAD8E4" w14:textId="77777777" w:rsidR="00693357" w:rsidRPr="00914991" w:rsidRDefault="00693357" w:rsidP="00555169">
          <w:pPr>
            <w:spacing w:after="160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Zakres i cel przetwarzania danych</w:t>
          </w:r>
        </w:p>
        <w:p w14:paraId="53BF7566" w14:textId="243C10BE" w:rsidR="00693357" w:rsidRPr="00914991" w:rsidRDefault="00693357" w:rsidP="00914991">
          <w:pPr>
            <w:pStyle w:val="Akapitzlist"/>
            <w:numPr>
              <w:ilvl w:val="0"/>
              <w:numId w:val="6"/>
            </w:numPr>
            <w:spacing w:after="0"/>
            <w:ind w:left="0" w:hanging="357"/>
            <w:jc w:val="both"/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będzie przetwarzał powierzone na podstawie umowy dane </w:t>
          </w:r>
          <w:r w:rsidR="00164B1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zwykłe</w:t>
          </w:r>
          <w:r w:rsidR="00F2115A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85047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w postaci imi</w:t>
          </w:r>
          <w:r w:rsidR="00DA74F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on</w:t>
          </w:r>
          <w:r w:rsidR="0085047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DA74F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="0085047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i nazwisk, adres</w:t>
          </w:r>
          <w:r w:rsidR="00DA74F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ów</w:t>
          </w:r>
          <w:r w:rsidR="0085047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zamieszkania i nr telefon</w:t>
          </w:r>
          <w:r w:rsidR="00DA74F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ów</w:t>
          </w:r>
          <w:r w:rsidR="0085047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D360D9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……….</w:t>
          </w:r>
          <w:r w:rsidR="00914991" w:rsidRP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 xml:space="preserve"> zgodnie z umową </w:t>
          </w:r>
          <w:r w:rsidR="00D360D9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>…….</w:t>
          </w:r>
          <w:r w:rsidR="00914991" w:rsidRP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 xml:space="preserve"> nr DT.362………</w:t>
          </w:r>
          <w:r w:rsid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>………….</w:t>
          </w:r>
          <w:r w:rsidR="00914991" w:rsidRP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>……</w:t>
          </w:r>
          <w:r w:rsid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 xml:space="preserve"> z</w:t>
          </w:r>
          <w:r w:rsidR="00914991" w:rsidRP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 xml:space="preserve"> dnia ………</w:t>
          </w:r>
          <w:r w:rsid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>…….</w:t>
          </w:r>
          <w:r w:rsidR="00914991" w:rsidRPr="00914991">
            <w:rPr>
              <w:rFonts w:eastAsia="Times New Roman" w:cstheme="minorHAnsi"/>
              <w:color w:val="262626" w:themeColor="text1" w:themeTint="D9"/>
              <w:kern w:val="1"/>
              <w:sz w:val="20"/>
              <w:szCs w:val="20"/>
              <w:lang w:eastAsia="zh-CN"/>
            </w:rPr>
            <w:t>………….. .</w:t>
          </w:r>
        </w:p>
        <w:p w14:paraId="7307AA56" w14:textId="6B3A5F78" w:rsidR="00064667" w:rsidRPr="00914991" w:rsidRDefault="00693357" w:rsidP="00555169">
          <w:pPr>
            <w:numPr>
              <w:ilvl w:val="0"/>
              <w:numId w:val="6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Powierzone przez Administratora Danych dane osobowe będą przetwarzane przez Podmiot Przetwarzający wyłącznie w celu</w:t>
          </w:r>
          <w:r w:rsidR="004C0139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realizacji </w:t>
          </w:r>
          <w:r w:rsidR="00CF191B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ww. um</w:t>
          </w:r>
          <w:r w:rsidR="006D68F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owy</w:t>
          </w:r>
          <w:r w:rsidR="00752C55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w zakresie </w:t>
          </w:r>
          <w:r w:rsidR="004D5FA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niezbędnym do realizacji obowiązków z niej wynikaj</w:t>
          </w:r>
          <w:r w:rsidR="00CF191B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ą</w:t>
          </w:r>
          <w:r w:rsidR="004D5FA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cych.</w:t>
          </w:r>
        </w:p>
        <w:p w14:paraId="081E8EBF" w14:textId="77777777" w:rsidR="00693357" w:rsidRPr="00914991" w:rsidRDefault="00693357" w:rsidP="00914991">
          <w:pPr>
            <w:spacing w:after="0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3</w:t>
          </w:r>
        </w:p>
        <w:p w14:paraId="1756DF46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Obowiązki Podmiotu Przetwarzającego</w:t>
          </w:r>
        </w:p>
        <w:p w14:paraId="7AC04882" w14:textId="61C5E1AE" w:rsidR="00693357" w:rsidRPr="00914991" w:rsidRDefault="00693357" w:rsidP="00BD6DC4">
          <w:pPr>
            <w:numPr>
              <w:ilvl w:val="0"/>
              <w:numId w:val="7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</w:t>
          </w:r>
          <w:r w:rsidR="0071083B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o których mowa w art. 32 Rozporządzenia.</w:t>
          </w:r>
        </w:p>
        <w:p w14:paraId="3DAA9964" w14:textId="77777777" w:rsidR="00693357" w:rsidRPr="00914991" w:rsidRDefault="00693357" w:rsidP="00BD6DC4">
          <w:pPr>
            <w:numPr>
              <w:ilvl w:val="0"/>
              <w:numId w:val="7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Podmiot Przetwarzający zobowiązuje się dołożyć należytej staranności przy przetwarzaniu powierzonych danych osobowych.</w:t>
          </w:r>
        </w:p>
        <w:p w14:paraId="54CB5609" w14:textId="77777777" w:rsidR="00693357" w:rsidRPr="00914991" w:rsidRDefault="00693357" w:rsidP="00BD6DC4">
          <w:pPr>
            <w:numPr>
              <w:ilvl w:val="0"/>
              <w:numId w:val="7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zobowiązuje się do nadania upoważnień do przetwarzania danych osobowych wszystkim osobom, które będą przetwarzały powierzone dane w celu realizacji niniejszej umowy.  </w:t>
          </w:r>
        </w:p>
        <w:p w14:paraId="17B086C4" w14:textId="37B8D22A" w:rsidR="00693357" w:rsidRPr="00914991" w:rsidRDefault="00693357" w:rsidP="00555169">
          <w:pPr>
            <w:numPr>
              <w:ilvl w:val="0"/>
              <w:numId w:val="7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zobowiązuje się zapewnić zachowanie w tajemnicy, (o której mowa w art. 28 ust 3 pkt b Rozporządzenia) przetwarzanych danych przez osoby, które upoważnia do przetwarzania danych osobowych </w:t>
          </w:r>
          <w:r w:rsidR="00BD6DC4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w celu realizacji niniejszej umowy, zarówno w trakcie zatrudnienia ich w Podmiocie Przetwarzającym, jak i po jego ustaniu.</w:t>
          </w:r>
        </w:p>
        <w:p w14:paraId="20409243" w14:textId="77777777" w:rsidR="00693357" w:rsidRPr="00914991" w:rsidRDefault="00693357" w:rsidP="00CA38BF">
          <w:pPr>
            <w:numPr>
              <w:ilvl w:val="0"/>
              <w:numId w:val="7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W miarę możliwości Podmiot Przetwarzający pomaga Administratorowi w niezbędnym zakresie wywiązywać się z obowiązku odpowiadania na żądania osoby, której dane dotyczą oraz wywiązywania się z obowiązków określonych w art. 32-36 Rozporządzenia. </w:t>
          </w:r>
        </w:p>
        <w:p w14:paraId="6837DBBF" w14:textId="72D84B5C" w:rsidR="00693357" w:rsidRPr="00914991" w:rsidRDefault="00693357" w:rsidP="00555169">
          <w:pPr>
            <w:numPr>
              <w:ilvl w:val="0"/>
              <w:numId w:val="7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lastRenderedPageBreak/>
            <w:t xml:space="preserve">Podmiot Przetwarzający po stwierdzeniu naruszenia ochrony danych osobowych bez zbędnej zwłoki zgłasza je </w:t>
          </w:r>
          <w:r w:rsidR="00E95DD9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A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dministratorowi w ciągu </w:t>
          </w:r>
          <w:r w:rsidR="00654B9E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24 godzin.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</w:p>
        <w:p w14:paraId="41F60C32" w14:textId="77777777" w:rsidR="00693357" w:rsidRPr="00914991" w:rsidRDefault="00693357" w:rsidP="00914991">
          <w:pPr>
            <w:spacing w:after="0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4</w:t>
          </w:r>
        </w:p>
        <w:p w14:paraId="173EC3E4" w14:textId="77777777" w:rsidR="00693357" w:rsidRPr="00914991" w:rsidRDefault="00693357" w:rsidP="00555169">
          <w:pPr>
            <w:spacing w:after="160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Prawo kontroli</w:t>
          </w:r>
        </w:p>
        <w:p w14:paraId="5DEDC09E" w14:textId="77777777" w:rsidR="00693357" w:rsidRPr="00914991" w:rsidRDefault="00693357" w:rsidP="00CA38BF">
          <w:pPr>
            <w:numPr>
              <w:ilvl w:val="0"/>
              <w:numId w:val="8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Administrator Danych zgodnie z art. 28 ust. 3 pkt h Rozporządzenia ma prawo kontroli, czy środki zastosowane przez Podmiot Przetwarzający przy przetwarzaniu i zabezpieczeniu powierzonych danych osobowych spełniają postanowienia umowy. </w:t>
          </w:r>
        </w:p>
        <w:p w14:paraId="05034F7C" w14:textId="739D7F9B" w:rsidR="00693357" w:rsidRPr="00914991" w:rsidRDefault="00693357" w:rsidP="00CA38BF">
          <w:pPr>
            <w:numPr>
              <w:ilvl w:val="0"/>
              <w:numId w:val="8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Administrator Danych realizować będzie prawo kontroli w godzinach pracy Podmiotu Przetwarzającego </w:t>
          </w:r>
          <w:r w:rsidR="00E95DD9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i z minimum </w:t>
          </w:r>
          <w:r w:rsidR="00E95DD9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7</w:t>
          </w:r>
          <w:r w:rsidR="00BB089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-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dniowym jego uprzedzeniem.</w:t>
          </w:r>
        </w:p>
        <w:p w14:paraId="6B0CF29B" w14:textId="7C355F15" w:rsidR="00693357" w:rsidRPr="00914991" w:rsidRDefault="00693357" w:rsidP="00CA38BF">
          <w:pPr>
            <w:numPr>
              <w:ilvl w:val="0"/>
              <w:numId w:val="8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Podmiot Przetwarzający zobowiązuje się do usunięcia uchybień stwierdzonych podczas kontroli w terminie wskazanym przez Administratora danych nie dłuższym niż 7 dni</w:t>
          </w:r>
          <w:r w:rsidR="00BB089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.</w:t>
          </w:r>
        </w:p>
        <w:p w14:paraId="6AC404BD" w14:textId="77777777" w:rsidR="00693357" w:rsidRPr="00914991" w:rsidRDefault="00693357" w:rsidP="00555169">
          <w:pPr>
            <w:numPr>
              <w:ilvl w:val="0"/>
              <w:numId w:val="8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udostępnia Administratorowi wszelkie informacje niezbędne do wykazania spełnienia obowiązków określonych w art. 28 Rozporządzenia. </w:t>
          </w:r>
        </w:p>
        <w:p w14:paraId="7CF6BE2B" w14:textId="77777777" w:rsidR="00693357" w:rsidRPr="00914991" w:rsidRDefault="00693357" w:rsidP="00914991">
          <w:pPr>
            <w:spacing w:after="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5</w:t>
          </w:r>
        </w:p>
        <w:p w14:paraId="20EA6CF6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Dalsze powierzenie danych do przetwarzania</w:t>
          </w:r>
        </w:p>
        <w:p w14:paraId="5C62DE3A" w14:textId="77777777" w:rsidR="00693357" w:rsidRPr="00914991" w:rsidRDefault="00693357" w:rsidP="00CA38BF">
          <w:pPr>
            <w:numPr>
              <w:ilvl w:val="0"/>
              <w:numId w:val="9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może powierzyć dane osobowe objęte niniejszą umową do dalszego przetwarzania podwykonawcom jedynie w celu wykonania umowy po uzyskaniu uprzedniej pisemnej zgody Administratora Danych.  </w:t>
          </w:r>
        </w:p>
        <w:p w14:paraId="57F42E23" w14:textId="77777777" w:rsidR="00693357" w:rsidRPr="00914991" w:rsidRDefault="00693357" w:rsidP="00CA38BF">
          <w:pPr>
            <w:numPr>
              <w:ilvl w:val="0"/>
              <w:numId w:val="9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Przekazanie powierzonych danych do państwa trzeciego może nastąpić jedynie na pisemne polecenie Administratora Danych chyba, że obowiązek taki nakłada na Podmiot Przetwarzający prawo Unii 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  <w:t>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    </w:r>
        </w:p>
        <w:p w14:paraId="4D9AD11A" w14:textId="51F69137" w:rsidR="00693357" w:rsidRPr="00914991" w:rsidRDefault="00693357" w:rsidP="00CA38BF">
          <w:pPr>
            <w:numPr>
              <w:ilvl w:val="0"/>
              <w:numId w:val="9"/>
            </w:numPr>
            <w:spacing w:after="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Podwykonawca, o którym mowa w §</w:t>
          </w:r>
          <w:r w:rsidR="00D20A6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5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ust. </w:t>
          </w:r>
          <w:r w:rsidR="00D20A6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1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Umowy winien spełniać te same gwarancje i obowiązki, jakie zostały nałożone na Podmiot Przetwarzający w niniejszej Umowie. </w:t>
          </w:r>
        </w:p>
        <w:p w14:paraId="4754AADC" w14:textId="6F0EB4D6" w:rsidR="00693357" w:rsidRPr="00914991" w:rsidRDefault="00693357" w:rsidP="00555169">
          <w:pPr>
            <w:numPr>
              <w:ilvl w:val="0"/>
              <w:numId w:val="9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ponosi pełną odpowiedzialność wobec Administratora za niewywiązanie się </w:t>
          </w:r>
          <w:r w:rsidR="00782A8F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ze spoczywających na podwykonawcy obowiązków ochrony danych.</w:t>
          </w:r>
        </w:p>
        <w:p w14:paraId="162BA0A7" w14:textId="77777777" w:rsidR="00693357" w:rsidRPr="00914991" w:rsidRDefault="00693357" w:rsidP="00914991">
          <w:pPr>
            <w:spacing w:after="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6</w:t>
          </w:r>
        </w:p>
        <w:p w14:paraId="22BEDB45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Odpowiedzialność Podmiotu Przetwarzającego</w:t>
          </w:r>
        </w:p>
        <w:p w14:paraId="0EEEAD2D" w14:textId="77777777" w:rsidR="00693357" w:rsidRPr="00914991" w:rsidRDefault="00693357" w:rsidP="00F87BED">
          <w:pPr>
            <w:numPr>
              <w:ilvl w:val="0"/>
              <w:numId w:val="13"/>
            </w:numPr>
            <w:spacing w:after="0"/>
            <w:ind w:left="0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    </w:r>
        </w:p>
        <w:p w14:paraId="75765948" w14:textId="1AFB0FEB" w:rsidR="00693357" w:rsidRPr="00914991" w:rsidRDefault="00693357" w:rsidP="00555169">
          <w:pPr>
            <w:numPr>
              <w:ilvl w:val="0"/>
              <w:numId w:val="13"/>
            </w:numPr>
            <w:spacing w:after="160"/>
            <w:ind w:left="0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zobowiązuje się do niezwłocznego poinformowania Administratora Danych </w:t>
          </w:r>
          <w:r w:rsidR="009B20E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o jakimkolwiek postępowaniu, w szczególności administracyjnym lub sądowym, dotyczącym przetwarzania przez Podmiot Przetwarzający danych osobowych określonych w umowie, o jakiejkolwiek decyzji administracyjnej </w:t>
          </w:r>
          <w:r w:rsidR="009B20E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lub orzeczeniu dotyczącym przetwarzania tych danych, skierowanych do Podmiotu Przetwarzającego, a także </w:t>
          </w:r>
          <w:r w:rsidR="009B20E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o wszelkich planowanych, o ile są wiadome</w:t>
          </w:r>
          <w:r w:rsidR="00741FA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lub realizowanych kontrolach i inspekcjach dotyczących przetwarzania w Podmiocie Przetwarzającym tych danych osobowych, w szczególności prowadzonych przez inspektorów upoważnionych przez Prezesa Urzędu Ochrony Danych Osobowych</w:t>
          </w:r>
          <w:r w:rsidR="00EA7877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.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Niniejszy ustęp dotyczy wyłącznie danych osobowych powierzonych przez Administratora Danych. </w:t>
          </w:r>
        </w:p>
        <w:p w14:paraId="584C195D" w14:textId="77777777" w:rsidR="00693357" w:rsidRPr="00914991" w:rsidRDefault="00693357" w:rsidP="00914991">
          <w:pPr>
            <w:spacing w:after="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7</w:t>
          </w:r>
        </w:p>
        <w:p w14:paraId="7A75E883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Czas obowiązywania umowy</w:t>
          </w:r>
        </w:p>
        <w:p w14:paraId="176B1238" w14:textId="7E1FE4B0" w:rsidR="00693357" w:rsidRPr="00914991" w:rsidRDefault="00693357" w:rsidP="003B2C21">
          <w:pPr>
            <w:numPr>
              <w:ilvl w:val="0"/>
              <w:numId w:val="10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Niniejsza umowa obowiązuje od dnia jej zawarcia przez czas </w:t>
          </w:r>
          <w:r w:rsidR="00E53D3C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trwania umowy na świadczenie usług.</w:t>
          </w:r>
        </w:p>
        <w:p w14:paraId="01A6AF3C" w14:textId="77777777" w:rsidR="00693357" w:rsidRPr="00914991" w:rsidRDefault="00693357" w:rsidP="00914991">
          <w:pPr>
            <w:spacing w:after="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8</w:t>
          </w:r>
        </w:p>
        <w:p w14:paraId="729D4FCF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lastRenderedPageBreak/>
            <w:t>Rozwiązanie umowy</w:t>
          </w:r>
        </w:p>
        <w:p w14:paraId="180BAF30" w14:textId="77777777" w:rsidR="00693357" w:rsidRPr="00914991" w:rsidRDefault="00693357" w:rsidP="00E50CF0">
          <w:pPr>
            <w:numPr>
              <w:ilvl w:val="0"/>
              <w:numId w:val="14"/>
            </w:numPr>
            <w:spacing w:after="0"/>
            <w:ind w:left="0"/>
            <w:jc w:val="both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Administrator Danych może rozwiązać niniejszą umowę ze skutkiem natychmiastowym, gdy Podmiot Przetwarzający:</w:t>
          </w:r>
        </w:p>
        <w:p w14:paraId="134C948A" w14:textId="77777777" w:rsidR="00693357" w:rsidRPr="00914991" w:rsidRDefault="00693357" w:rsidP="00555169">
          <w:pPr>
            <w:numPr>
              <w:ilvl w:val="0"/>
              <w:numId w:val="15"/>
            </w:numPr>
            <w:spacing w:after="160"/>
            <w:ind w:left="714" w:hanging="357"/>
            <w:contextualSpacing/>
            <w:jc w:val="both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pomimo zobowiązania go do usunięcia uchybień stwierdzonych podczas kontroli nie usunie ich </w:t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  <w:t>w wyznaczonym terminie,</w:t>
          </w:r>
        </w:p>
        <w:p w14:paraId="7BEB2C46" w14:textId="77777777" w:rsidR="00693357" w:rsidRPr="00914991" w:rsidRDefault="00693357" w:rsidP="00555169">
          <w:pPr>
            <w:numPr>
              <w:ilvl w:val="0"/>
              <w:numId w:val="15"/>
            </w:numPr>
            <w:spacing w:after="160"/>
            <w:ind w:left="714" w:hanging="357"/>
            <w:contextualSpacing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przetwarza dane osobowe w sposób niezgodny z umową,</w:t>
          </w:r>
        </w:p>
        <w:p w14:paraId="080E77D6" w14:textId="77777777" w:rsidR="00693357" w:rsidRPr="00914991" w:rsidRDefault="00693357" w:rsidP="00555169">
          <w:pPr>
            <w:numPr>
              <w:ilvl w:val="0"/>
              <w:numId w:val="15"/>
            </w:numPr>
            <w:spacing w:after="160"/>
            <w:ind w:left="714" w:hanging="357"/>
            <w:jc w:val="both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powierzył przetwarzanie danych osobowych innemu podmiotowi bez zgody Administratora Danych.</w:t>
          </w:r>
        </w:p>
        <w:p w14:paraId="2E1810B4" w14:textId="77777777" w:rsidR="00693357" w:rsidRPr="00914991" w:rsidRDefault="00693357" w:rsidP="00914991">
          <w:pPr>
            <w:spacing w:after="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 9</w:t>
          </w:r>
        </w:p>
        <w:p w14:paraId="6C459990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Zasady zachowania poufności</w:t>
          </w:r>
        </w:p>
        <w:p w14:paraId="452110CA" w14:textId="335980D4" w:rsidR="00693357" w:rsidRPr="00914991" w:rsidRDefault="00693357" w:rsidP="00E50CF0">
          <w:pPr>
            <w:numPr>
              <w:ilvl w:val="0"/>
              <w:numId w:val="11"/>
            </w:numPr>
            <w:spacing w:after="0"/>
            <w:ind w:left="0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</w:t>
          </w:r>
          <w:r w:rsidR="003B2C21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lub elektronicznej („dane poufne”).</w:t>
          </w:r>
        </w:p>
        <w:p w14:paraId="208DE961" w14:textId="7DBDABBA" w:rsidR="00693357" w:rsidRPr="00914991" w:rsidRDefault="00693357" w:rsidP="00555169">
          <w:pPr>
            <w:numPr>
              <w:ilvl w:val="0"/>
              <w:numId w:val="11"/>
            </w:numPr>
            <w:spacing w:after="160"/>
            <w:ind w:left="0" w:hanging="357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</w:t>
          </w:r>
          <w:r w:rsidR="00E50CF0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 </w:t>
          </w:r>
          <w:r w:rsidR="001D6F33"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br/>
          </w: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z obowiązujących przepisów prawa lub Umowy.</w:t>
          </w:r>
        </w:p>
        <w:p w14:paraId="7F3EF976" w14:textId="77777777" w:rsidR="00693357" w:rsidRPr="00914991" w:rsidRDefault="00693357" w:rsidP="00914991">
          <w:pPr>
            <w:spacing w:after="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§10</w:t>
          </w:r>
        </w:p>
        <w:p w14:paraId="2DF53228" w14:textId="77777777" w:rsidR="00693357" w:rsidRPr="00914991" w:rsidRDefault="00693357" w:rsidP="00555169">
          <w:pPr>
            <w:spacing w:after="160"/>
            <w:ind w:hanging="357"/>
            <w:jc w:val="center"/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b/>
              <w:color w:val="262626" w:themeColor="text1" w:themeTint="D9"/>
              <w:sz w:val="20"/>
              <w:szCs w:val="20"/>
              <w:lang w:eastAsia="pl-PL"/>
            </w:rPr>
            <w:t>Postanowienia końcowe</w:t>
          </w:r>
        </w:p>
        <w:p w14:paraId="3291FFF9" w14:textId="77777777" w:rsidR="00693357" w:rsidRPr="00914991" w:rsidRDefault="00693357" w:rsidP="009B1F67">
          <w:pPr>
            <w:numPr>
              <w:ilvl w:val="0"/>
              <w:numId w:val="12"/>
            </w:numPr>
            <w:spacing w:after="0"/>
            <w:ind w:left="0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Umowa została sporządzona w dwóch jednobrzmiących egzemplarzach dla każdej ze stron.</w:t>
          </w:r>
        </w:p>
        <w:p w14:paraId="2615CC53" w14:textId="77777777" w:rsidR="00693357" w:rsidRPr="00914991" w:rsidRDefault="00693357" w:rsidP="009B1F67">
          <w:pPr>
            <w:numPr>
              <w:ilvl w:val="0"/>
              <w:numId w:val="12"/>
            </w:numPr>
            <w:spacing w:after="0"/>
            <w:ind w:left="0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>W sprawach nieuregulowanych zastosowanie będą miały przepisy Kodeksu cywilnego oraz Rozporządzenia.</w:t>
          </w:r>
        </w:p>
        <w:p w14:paraId="2D4C4FF7" w14:textId="77777777" w:rsidR="00693357" w:rsidRPr="00914991" w:rsidRDefault="00693357" w:rsidP="00555169">
          <w:pPr>
            <w:numPr>
              <w:ilvl w:val="0"/>
              <w:numId w:val="12"/>
            </w:numPr>
            <w:spacing w:after="160"/>
            <w:ind w:left="0"/>
            <w:jc w:val="both"/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</w:pPr>
          <w:r w:rsidRPr="00914991">
            <w:rPr>
              <w:rFonts w:cstheme="minorHAnsi"/>
              <w:color w:val="262626" w:themeColor="text1" w:themeTint="D9"/>
              <w:sz w:val="20"/>
              <w:szCs w:val="20"/>
              <w:lang w:eastAsia="pl-PL"/>
            </w:rPr>
            <w:t xml:space="preserve">Sądem właściwym dla rozpatrzenia sporów wynikających z niniejszej umowy będzie sąd właściwy Administratora Danych. </w:t>
          </w:r>
        </w:p>
        <w:p w14:paraId="63A478F7" w14:textId="77777777" w:rsidR="00693357" w:rsidRPr="00914991" w:rsidRDefault="00EF3280" w:rsidP="00555169">
          <w:pPr>
            <w:spacing w:after="160"/>
            <w:jc w:val="both"/>
            <w:rPr>
              <w:rFonts w:cstheme="minorHAnsi"/>
              <w:color w:val="262626" w:themeColor="text1" w:themeTint="D9"/>
              <w:sz w:val="20"/>
              <w:szCs w:val="20"/>
            </w:rPr>
          </w:pPr>
        </w:p>
      </w:sdtContent>
    </w:sdt>
    <w:p w14:paraId="37C18B73" w14:textId="77777777" w:rsidR="00693357" w:rsidRPr="00914991" w:rsidRDefault="00693357" w:rsidP="00555169">
      <w:pPr>
        <w:spacing w:after="160"/>
        <w:jc w:val="both"/>
        <w:rPr>
          <w:rFonts w:cstheme="minorHAnsi"/>
          <w:color w:val="262626" w:themeColor="text1" w:themeTint="D9"/>
          <w:sz w:val="20"/>
          <w:szCs w:val="20"/>
        </w:rPr>
      </w:pPr>
    </w:p>
    <w:p w14:paraId="170F8DF3" w14:textId="77777777" w:rsidR="00693357" w:rsidRPr="00914991" w:rsidRDefault="00693357" w:rsidP="00555169">
      <w:pPr>
        <w:spacing w:after="160"/>
        <w:contextualSpacing/>
        <w:jc w:val="both"/>
        <w:rPr>
          <w:rFonts w:cstheme="minorHAnsi"/>
          <w:color w:val="262626" w:themeColor="text1" w:themeTint="D9"/>
          <w:sz w:val="20"/>
          <w:szCs w:val="20"/>
          <w:lang w:eastAsia="pl-PL"/>
        </w:rPr>
      </w:pPr>
      <w:r w:rsidRPr="00914991">
        <w:rPr>
          <w:rFonts w:cstheme="minorHAnsi"/>
          <w:caps/>
          <w:color w:val="262626" w:themeColor="text1" w:themeTint="D9"/>
          <w:sz w:val="20"/>
          <w:szCs w:val="20"/>
        </w:rPr>
        <w:t>...........................................................................</w:t>
      </w:r>
      <w:r w:rsidRPr="00914991">
        <w:rPr>
          <w:rFonts w:cstheme="minorHAnsi"/>
          <w:caps/>
          <w:color w:val="262626" w:themeColor="text1" w:themeTint="D9"/>
          <w:sz w:val="20"/>
          <w:szCs w:val="20"/>
        </w:rPr>
        <w:tab/>
      </w:r>
      <w:r w:rsidRPr="00914991">
        <w:rPr>
          <w:rFonts w:cstheme="minorHAnsi"/>
          <w:caps/>
          <w:color w:val="262626" w:themeColor="text1" w:themeTint="D9"/>
          <w:sz w:val="20"/>
          <w:szCs w:val="20"/>
        </w:rPr>
        <w:tab/>
      </w:r>
      <w:r w:rsidRPr="00914991">
        <w:rPr>
          <w:rFonts w:cstheme="minorHAnsi"/>
          <w:caps/>
          <w:color w:val="262626" w:themeColor="text1" w:themeTint="D9"/>
          <w:sz w:val="20"/>
          <w:szCs w:val="20"/>
        </w:rPr>
        <w:tab/>
        <w:t xml:space="preserve">   ......................................................................</w:t>
      </w:r>
    </w:p>
    <w:p w14:paraId="11A10237" w14:textId="7160BEAA" w:rsidR="00174E8C" w:rsidRPr="00914991" w:rsidRDefault="00693357" w:rsidP="00860300">
      <w:pPr>
        <w:spacing w:after="160" w:line="240" w:lineRule="auto"/>
        <w:ind w:firstLine="357"/>
        <w:jc w:val="both"/>
        <w:rPr>
          <w:rFonts w:cstheme="minorHAnsi"/>
          <w:caps/>
          <w:color w:val="262626" w:themeColor="text1" w:themeTint="D9"/>
          <w:sz w:val="20"/>
          <w:szCs w:val="20"/>
        </w:rPr>
      </w:pPr>
      <w:r w:rsidRPr="00914991">
        <w:rPr>
          <w:rFonts w:cstheme="minorHAnsi"/>
          <w:color w:val="262626" w:themeColor="text1" w:themeTint="D9"/>
          <w:sz w:val="20"/>
          <w:szCs w:val="20"/>
        </w:rPr>
        <w:t>data i podpis Administratora Danych</w:t>
      </w:r>
      <w:r w:rsidRPr="00914991">
        <w:rPr>
          <w:rFonts w:cstheme="minorHAnsi"/>
          <w:color w:val="262626" w:themeColor="text1" w:themeTint="D9"/>
          <w:sz w:val="20"/>
          <w:szCs w:val="20"/>
        </w:rPr>
        <w:tab/>
      </w:r>
      <w:r w:rsidRPr="00914991">
        <w:rPr>
          <w:rFonts w:cstheme="minorHAnsi"/>
          <w:color w:val="262626" w:themeColor="text1" w:themeTint="D9"/>
          <w:sz w:val="20"/>
          <w:szCs w:val="20"/>
        </w:rPr>
        <w:tab/>
      </w:r>
      <w:r w:rsidRPr="00914991">
        <w:rPr>
          <w:rFonts w:cstheme="minorHAnsi"/>
          <w:color w:val="262626" w:themeColor="text1" w:themeTint="D9"/>
          <w:sz w:val="20"/>
          <w:szCs w:val="20"/>
        </w:rPr>
        <w:tab/>
      </w:r>
      <w:r w:rsidRPr="00914991">
        <w:rPr>
          <w:rFonts w:cstheme="minorHAnsi"/>
          <w:color w:val="262626" w:themeColor="text1" w:themeTint="D9"/>
          <w:sz w:val="20"/>
          <w:szCs w:val="20"/>
        </w:rPr>
        <w:tab/>
        <w:t xml:space="preserve">     data i podpis Podmiotu Przetwarzającego</w:t>
      </w:r>
    </w:p>
    <w:sectPr w:rsidR="00174E8C" w:rsidRPr="00914991" w:rsidSect="002F21E5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94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A5B2" w14:textId="77777777" w:rsidR="00EF3280" w:rsidRDefault="00EF3280">
      <w:r>
        <w:separator/>
      </w:r>
    </w:p>
  </w:endnote>
  <w:endnote w:type="continuationSeparator" w:id="0">
    <w:p w14:paraId="1C8C965C" w14:textId="77777777" w:rsidR="00EF3280" w:rsidRDefault="00EF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49A8" w14:textId="77777777" w:rsidR="004475B3" w:rsidRDefault="00EF3280">
    <w:pPr>
      <w:pStyle w:val="Stopka"/>
    </w:pPr>
    <w:sdt>
      <w:sdtPr>
        <w:rPr>
          <w:rFonts w:asciiTheme="majorHAnsi" w:eastAsiaTheme="majorEastAsia" w:hAnsiTheme="majorHAnsi" w:cstheme="majorBidi"/>
        </w:rPr>
        <w:id w:val="-1127468326"/>
        <w:temporary/>
        <w:showingPlcHdr/>
      </w:sdtPr>
      <w:sdtEndPr/>
      <w:sdtContent>
        <w:r w:rsidR="004475B3">
          <w:rPr>
            <w:rFonts w:asciiTheme="majorHAnsi" w:eastAsiaTheme="majorEastAsia" w:hAnsiTheme="majorHAnsi" w:cstheme="majorBidi"/>
          </w:rPr>
          <w:t>[Type text]</w:t>
        </w:r>
      </w:sdtContent>
    </w:sdt>
    <w:r w:rsidR="004475B3">
      <w:rPr>
        <w:rFonts w:asciiTheme="majorHAnsi" w:eastAsiaTheme="majorEastAsia" w:hAnsiTheme="majorHAnsi" w:cstheme="majorBidi"/>
      </w:rPr>
      <w:ptab w:relativeTo="margin" w:alignment="right" w:leader="none"/>
    </w:r>
    <w:r w:rsidR="004475B3">
      <w:rPr>
        <w:rFonts w:asciiTheme="majorHAnsi" w:eastAsiaTheme="majorEastAsia" w:hAnsiTheme="majorHAnsi" w:cstheme="majorBidi"/>
      </w:rPr>
      <w:t xml:space="preserve">Strona </w:t>
    </w:r>
    <w:r w:rsidR="004475B3">
      <w:rPr>
        <w:noProof w:val="0"/>
      </w:rPr>
      <w:fldChar w:fldCharType="begin"/>
    </w:r>
    <w:r w:rsidR="004475B3">
      <w:instrText>PAGE   \* MERGEFORMAT</w:instrText>
    </w:r>
    <w:r w:rsidR="004475B3">
      <w:rPr>
        <w:noProof w:val="0"/>
      </w:rPr>
      <w:fldChar w:fldCharType="separate"/>
    </w:r>
    <w:r w:rsidR="004475B3" w:rsidRPr="005C0F56">
      <w:rPr>
        <w:rFonts w:asciiTheme="majorHAnsi" w:eastAsiaTheme="majorEastAsia" w:hAnsiTheme="majorHAnsi" w:cstheme="majorBidi"/>
      </w:rPr>
      <w:t>4</w:t>
    </w:r>
    <w:r w:rsidR="004475B3">
      <w:rPr>
        <w:rFonts w:asciiTheme="majorHAnsi" w:eastAsiaTheme="majorEastAsia" w:hAnsiTheme="majorHAnsi" w:cstheme="majorBidi"/>
      </w:rPr>
      <w:fldChar w:fldCharType="end"/>
    </w:r>
    <w:r w:rsidR="004475B3">
      <w:rPr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6B5DE05C" wp14:editId="0B750C08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31D4188A" id="Group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+O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Ccs6+OlwMAAJ8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" strokecolor="#31849b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 w:rsidR="004475B3">
      <w:rPr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5B43E2" wp14:editId="5C47F8AF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23495" b="1524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1B938A1F" id="Rectangle 444" o:spid="_x0000_s1026" style="position:absolute;margin-left:0;margin-top:0;width:7.15pt;height:64.8pt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AqwEsQmAgAARAQAAA4AAAAAAAAAAAAAAAAALgIAAGRycy9lMm9Eb2Mu&#10;eG1sUEsBAi0AFAAGAAgAAAAhANuwKwfcAAAABAEAAA8AAAAAAAAAAAAAAAAAgAQAAGRycy9kb3du&#10;cmV2LnhtbFBLBQYAAAAABAAEAPMAAACJBQAAAAA=&#10;" fillcolor="#84acb6 [3208]" strokecolor="#3494ba [3204]">
              <w10:wrap anchorx="margin" anchory="page"/>
            </v:rect>
          </w:pict>
        </mc:Fallback>
      </mc:AlternateContent>
    </w:r>
    <w:r w:rsidR="004475B3">
      <w:rPr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1C4BA2" wp14:editId="688E5B9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22860" b="1524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5F2A806F" id="Rectangle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" fillcolor="#84acb6 [3208]" strokecolor="#3494ba [3204]"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4412947"/>
      <w:docPartObj>
        <w:docPartGallery w:val="Page Numbers (Bottom of Page)"/>
        <w:docPartUnique/>
      </w:docPartObj>
    </w:sdtPr>
    <w:sdtEndPr>
      <w:rPr>
        <w:color w:val="262626" w:themeColor="text1" w:themeTint="D9"/>
      </w:rPr>
    </w:sdtEndPr>
    <w:sdtContent>
      <w:p w14:paraId="07F747C6" w14:textId="4F6F79DA" w:rsidR="00860300" w:rsidRPr="009B1F67" w:rsidRDefault="00860300" w:rsidP="00860300">
        <w:pPr>
          <w:spacing w:after="160"/>
          <w:contextualSpacing/>
          <w:jc w:val="both"/>
          <w:rPr>
            <w:rFonts w:cstheme="minorHAnsi"/>
            <w:i/>
            <w:color w:val="262626" w:themeColor="text1" w:themeTint="D9"/>
            <w:sz w:val="18"/>
            <w:szCs w:val="18"/>
          </w:rPr>
        </w:pPr>
      </w:p>
      <w:p w14:paraId="24434795" w14:textId="34893A4B" w:rsidR="00B548AC" w:rsidRPr="009B1F67" w:rsidRDefault="00B548AC">
        <w:pPr>
          <w:pStyle w:val="Stopka"/>
          <w:jc w:val="right"/>
          <w:rPr>
            <w:color w:val="262626" w:themeColor="text1" w:themeTint="D9"/>
          </w:rPr>
        </w:pPr>
        <w:r w:rsidRPr="009B1F67">
          <w:rPr>
            <w:color w:val="262626" w:themeColor="text1" w:themeTint="D9"/>
          </w:rPr>
          <w:fldChar w:fldCharType="begin"/>
        </w:r>
        <w:r w:rsidRPr="009B1F67">
          <w:rPr>
            <w:color w:val="262626" w:themeColor="text1" w:themeTint="D9"/>
          </w:rPr>
          <w:instrText>PAGE   \* MERGEFORMAT</w:instrText>
        </w:r>
        <w:r w:rsidRPr="009B1F67">
          <w:rPr>
            <w:color w:val="262626" w:themeColor="text1" w:themeTint="D9"/>
          </w:rPr>
          <w:fldChar w:fldCharType="separate"/>
        </w:r>
        <w:r w:rsidR="001B5180" w:rsidRPr="009B1F67">
          <w:rPr>
            <w:color w:val="262626" w:themeColor="text1" w:themeTint="D9"/>
          </w:rPr>
          <w:t>1</w:t>
        </w:r>
        <w:r w:rsidRPr="009B1F67">
          <w:rPr>
            <w:color w:val="262626" w:themeColor="text1" w:themeTint="D9"/>
          </w:rPr>
          <w:fldChar w:fldCharType="end"/>
        </w:r>
      </w:p>
    </w:sdtContent>
  </w:sdt>
  <w:p w14:paraId="441DF406" w14:textId="77777777" w:rsidR="004475B3" w:rsidRDefault="004475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732905"/>
      <w:docPartObj>
        <w:docPartGallery w:val="Page Numbers (Bottom of Page)"/>
        <w:docPartUnique/>
      </w:docPartObj>
    </w:sdtPr>
    <w:sdtEndPr/>
    <w:sdtContent>
      <w:p w14:paraId="7180D2CF" w14:textId="77777777" w:rsidR="00AD1FB5" w:rsidRDefault="00AD1F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6D3" w:rsidRPr="006846D3">
          <w:t>1</w:t>
        </w:r>
        <w:r>
          <w:fldChar w:fldCharType="end"/>
        </w:r>
      </w:p>
    </w:sdtContent>
  </w:sdt>
  <w:p w14:paraId="762452C5" w14:textId="77777777" w:rsidR="00485470" w:rsidRDefault="00485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6C9FE" w14:textId="77777777" w:rsidR="00EF3280" w:rsidRDefault="00EF3280">
      <w:r>
        <w:separator/>
      </w:r>
    </w:p>
  </w:footnote>
  <w:footnote w:type="continuationSeparator" w:id="0">
    <w:p w14:paraId="109D7D9E" w14:textId="77777777" w:rsidR="00EF3280" w:rsidRDefault="00EF3280">
      <w:r>
        <w:separator/>
      </w:r>
    </w:p>
  </w:footnote>
  <w:footnote w:type="continuationNotice" w:id="1">
    <w:p w14:paraId="7211027C" w14:textId="77777777" w:rsidR="00EF3280" w:rsidRDefault="00EF3280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A387" w14:textId="77777777" w:rsidR="004475B3" w:rsidRDefault="004475B3">
    <w:pPr>
      <w:pStyle w:val="Nagwek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Plan marketingowy firmy Adventure Works</w:t>
    </w:r>
  </w:p>
  <w:p w14:paraId="529D29B7" w14:textId="77777777" w:rsidR="004475B3" w:rsidRDefault="004475B3">
    <w:pPr>
      <w:pStyle w:val="Nagwek"/>
    </w:pPr>
    <w:r>
      <w:rPr>
        <w:rFonts w:asciiTheme="majorHAnsi" w:eastAsiaTheme="majorEastAsia" w:hAnsiTheme="majorHAnsi" w:cstheme="majorBidi"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D3D399B" wp14:editId="10D7D84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048F53F6" id="Group 468" o:spid="_x0000_s1026" style="position:absolute;margin-left:0;margin-top:0;width:791.15pt;height:1in;z-index:251665408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912E5A" wp14:editId="33AC17A0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D833097" id="Rectangle 471" o:spid="_x0000_s1026" style="position:absolute;margin-left:0;margin-top:0;width:7.15pt;height:64.8pt;z-index:25166438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84acb6 [3208]" strokecolor="#3494ba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13224C" wp14:editId="3517C142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962FA68" id="Rectangle 472" o:spid="_x0000_s1026" style="position:absolute;margin-left:0;margin-top:0;width:7.15pt;height:64.8pt;z-index:251663360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84acb6 [3208]" strokecolor="#3494ba [3204]"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D2D0" w14:textId="77777777" w:rsidR="008E6A7E" w:rsidRDefault="0004540E">
    <w:pPr>
      <w:pStyle w:val="Nagwek"/>
    </w:pPr>
    <w:r w:rsidRPr="0037530E">
      <w:rPr>
        <w:rFonts w:asciiTheme="majorHAnsi" w:eastAsiaTheme="majorEastAsia" w:hAnsiTheme="majorHAnsi" w:cstheme="majorBidi"/>
        <w:sz w:val="36"/>
        <w:szCs w:val="36"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24C62804" wp14:editId="60F9E809">
              <wp:simplePos x="0" y="0"/>
              <wp:positionH relativeFrom="margin">
                <wp:posOffset>4137660</wp:posOffset>
              </wp:positionH>
              <wp:positionV relativeFrom="topMargin">
                <wp:posOffset>472440</wp:posOffset>
              </wp:positionV>
              <wp:extent cx="1590040" cy="220980"/>
              <wp:effectExtent l="0" t="0" r="0" b="0"/>
              <wp:wrapNone/>
              <wp:docPr id="1" name="Text Box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040" cy="22098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9637F4" w14:textId="77777777" w:rsidR="0004540E" w:rsidRPr="00A1473C" w:rsidRDefault="0004540E" w:rsidP="0004540E">
                          <w:pPr>
                            <w:spacing w:after="0" w:line="240" w:lineRule="auto"/>
                            <w:rPr>
                              <w:color w:val="B1C6D7"/>
                              <w:sz w:val="24"/>
                              <w:szCs w:val="24"/>
                            </w:rPr>
                          </w:pPr>
                          <w:r w:rsidRPr="00A1473C">
                            <w:rPr>
                              <w:color w:val="B1C6D7"/>
                              <w:sz w:val="24"/>
                              <w:szCs w:val="24"/>
                            </w:rPr>
                            <w:t>chronimy</w:t>
                          </w:r>
                          <w:r w:rsidRPr="00A1473C">
                            <w:rPr>
                              <w:b/>
                              <w:color w:val="B1C6D7"/>
                              <w:sz w:val="24"/>
                              <w:szCs w:val="24"/>
                            </w:rPr>
                            <w:t>informacje</w:t>
                          </w:r>
                          <w:r w:rsidRPr="00A1473C">
                            <w:rPr>
                              <w:color w:val="B1C6D7"/>
                              <w:sz w:val="24"/>
                              <w:szCs w:val="24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C62804" id="_x0000_t202" coordsize="21600,21600" o:spt="202" path="m,l,21600r21600,l21600,xe">
              <v:stroke joinstyle="miter"/>
              <v:path gradientshapeok="t" o:connecttype="rect"/>
            </v:shapetype>
            <v:shape id="Text Box 475" o:spid="_x0000_s1026" type="#_x0000_t202" style="position:absolute;margin-left:325.8pt;margin-top:37.2pt;width:125.2pt;height:17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" o:allowincell="f" filled="f" stroked="f">
              <v:textbox inset="0,0,0,0">
                <w:txbxContent>
                  <w:p w14:paraId="5A9637F4" w14:textId="77777777" w:rsidR="0004540E" w:rsidRPr="00A1473C" w:rsidRDefault="0004540E" w:rsidP="0004540E">
                    <w:pPr>
                      <w:spacing w:after="0" w:line="240" w:lineRule="auto"/>
                      <w:rPr>
                        <w:color w:val="B1C6D7"/>
                        <w:sz w:val="24"/>
                        <w:szCs w:val="24"/>
                      </w:rPr>
                    </w:pPr>
                    <w:r w:rsidRPr="00A1473C">
                      <w:rPr>
                        <w:color w:val="B1C6D7"/>
                        <w:sz w:val="24"/>
                        <w:szCs w:val="24"/>
                      </w:rPr>
                      <w:t>chronimy</w:t>
                    </w:r>
                    <w:r w:rsidRPr="00A1473C">
                      <w:rPr>
                        <w:b/>
                        <w:color w:val="B1C6D7"/>
                        <w:sz w:val="24"/>
                        <w:szCs w:val="24"/>
                      </w:rPr>
                      <w:t>informacje</w:t>
                    </w:r>
                    <w:r w:rsidRPr="00A1473C">
                      <w:rPr>
                        <w:color w:val="B1C6D7"/>
                        <w:sz w:val="24"/>
                        <w:szCs w:val="24"/>
                      </w:rPr>
                      <w:t>.com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0000004"/>
    <w:multiLevelType w:val="multilevel"/>
    <w:tmpl w:val="E00CA5BC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357" w:hanging="357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5A8C22EC"/>
    <w:name w:val="WW8Num7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Symbol" w:hAnsi="Symbol"/>
        <w:sz w:val="22"/>
        <w:szCs w:val="22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04662"/>
    <w:multiLevelType w:val="multilevel"/>
    <w:tmpl w:val="81005FDE"/>
    <w:lvl w:ilvl="0">
      <w:start w:val="1"/>
      <w:numFmt w:val="decimal"/>
      <w:pStyle w:val="NagwekCusto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DE37BD"/>
    <w:multiLevelType w:val="hybridMultilevel"/>
    <w:tmpl w:val="17D0E232"/>
    <w:lvl w:ilvl="0" w:tplc="26480DA8">
      <w:start w:val="1"/>
      <w:numFmt w:val="decimal"/>
      <w:lvlText w:val="%1."/>
      <w:lvlJc w:val="left"/>
      <w:pPr>
        <w:ind w:left="720" w:hanging="360"/>
      </w:pPr>
      <w:rPr>
        <w:rFonts w:hint="default"/>
        <w:color w:val="262626" w:themeColor="text1" w:themeTint="D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568B2"/>
    <w:multiLevelType w:val="hybridMultilevel"/>
    <w:tmpl w:val="F81A8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>
    <w:abstractNumId w:val="6"/>
  </w:num>
  <w:num w:numId="3">
    <w:abstractNumId w:val="9"/>
  </w:num>
  <w:num w:numId="4">
    <w:abstractNumId w:val="12"/>
  </w:num>
  <w:num w:numId="5">
    <w:abstractNumId w:val="4"/>
  </w:num>
  <w:num w:numId="6">
    <w:abstractNumId w:val="14"/>
  </w:num>
  <w:num w:numId="7">
    <w:abstractNumId w:val="10"/>
  </w:num>
  <w:num w:numId="8">
    <w:abstractNumId w:val="17"/>
  </w:num>
  <w:num w:numId="9">
    <w:abstractNumId w:val="15"/>
  </w:num>
  <w:num w:numId="10">
    <w:abstractNumId w:val="11"/>
  </w:num>
  <w:num w:numId="11">
    <w:abstractNumId w:val="8"/>
  </w:num>
  <w:num w:numId="12">
    <w:abstractNumId w:val="16"/>
  </w:num>
  <w:num w:numId="13">
    <w:abstractNumId w:val="7"/>
  </w:num>
  <w:num w:numId="14">
    <w:abstractNumId w:val="13"/>
  </w:num>
  <w:num w:numId="15">
    <w:abstractNumId w:val="5"/>
  </w:num>
  <w:num w:numId="16">
    <w:abstractNumId w:val="6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DF"/>
    <w:rsid w:val="000010A2"/>
    <w:rsid w:val="00003366"/>
    <w:rsid w:val="000069D4"/>
    <w:rsid w:val="00007E82"/>
    <w:rsid w:val="00010046"/>
    <w:rsid w:val="00011468"/>
    <w:rsid w:val="00011944"/>
    <w:rsid w:val="0001238E"/>
    <w:rsid w:val="00012853"/>
    <w:rsid w:val="0001308B"/>
    <w:rsid w:val="00013804"/>
    <w:rsid w:val="00015838"/>
    <w:rsid w:val="000241CC"/>
    <w:rsid w:val="00025742"/>
    <w:rsid w:val="000258B9"/>
    <w:rsid w:val="000316AB"/>
    <w:rsid w:val="000342E7"/>
    <w:rsid w:val="0003673F"/>
    <w:rsid w:val="000417CA"/>
    <w:rsid w:val="00041888"/>
    <w:rsid w:val="00042830"/>
    <w:rsid w:val="00042F63"/>
    <w:rsid w:val="0004540E"/>
    <w:rsid w:val="00045D87"/>
    <w:rsid w:val="00045FB9"/>
    <w:rsid w:val="00046B7E"/>
    <w:rsid w:val="0004776F"/>
    <w:rsid w:val="00050AC6"/>
    <w:rsid w:val="00051FD1"/>
    <w:rsid w:val="00053A18"/>
    <w:rsid w:val="0005624C"/>
    <w:rsid w:val="0005726D"/>
    <w:rsid w:val="000579E3"/>
    <w:rsid w:val="00064667"/>
    <w:rsid w:val="00064C4D"/>
    <w:rsid w:val="000664F8"/>
    <w:rsid w:val="00070A20"/>
    <w:rsid w:val="0007324F"/>
    <w:rsid w:val="000741FE"/>
    <w:rsid w:val="00082D61"/>
    <w:rsid w:val="00086649"/>
    <w:rsid w:val="0009263F"/>
    <w:rsid w:val="0009384E"/>
    <w:rsid w:val="000B052A"/>
    <w:rsid w:val="000B0627"/>
    <w:rsid w:val="000B4CC4"/>
    <w:rsid w:val="000B61AC"/>
    <w:rsid w:val="000C0EB3"/>
    <w:rsid w:val="000C1273"/>
    <w:rsid w:val="000C4444"/>
    <w:rsid w:val="000C5181"/>
    <w:rsid w:val="000D2EE3"/>
    <w:rsid w:val="000D340A"/>
    <w:rsid w:val="000D4FBF"/>
    <w:rsid w:val="000D5901"/>
    <w:rsid w:val="000D5EF1"/>
    <w:rsid w:val="000E2BCC"/>
    <w:rsid w:val="000E346E"/>
    <w:rsid w:val="000E5DB2"/>
    <w:rsid w:val="000E6BE8"/>
    <w:rsid w:val="000F0A9D"/>
    <w:rsid w:val="000F12F7"/>
    <w:rsid w:val="000F56C3"/>
    <w:rsid w:val="000F7E9A"/>
    <w:rsid w:val="00103237"/>
    <w:rsid w:val="00105435"/>
    <w:rsid w:val="00106065"/>
    <w:rsid w:val="00107083"/>
    <w:rsid w:val="00112F57"/>
    <w:rsid w:val="001133C2"/>
    <w:rsid w:val="00114CE5"/>
    <w:rsid w:val="0011602E"/>
    <w:rsid w:val="0011693C"/>
    <w:rsid w:val="001206FB"/>
    <w:rsid w:val="001270E7"/>
    <w:rsid w:val="0012766E"/>
    <w:rsid w:val="00130996"/>
    <w:rsid w:val="00131CE9"/>
    <w:rsid w:val="00131DB9"/>
    <w:rsid w:val="00132149"/>
    <w:rsid w:val="0014224E"/>
    <w:rsid w:val="001509E8"/>
    <w:rsid w:val="00152D17"/>
    <w:rsid w:val="00154292"/>
    <w:rsid w:val="00154F3B"/>
    <w:rsid w:val="001551E6"/>
    <w:rsid w:val="00160B02"/>
    <w:rsid w:val="00164B13"/>
    <w:rsid w:val="00165285"/>
    <w:rsid w:val="00167715"/>
    <w:rsid w:val="00167924"/>
    <w:rsid w:val="0017148B"/>
    <w:rsid w:val="001734D7"/>
    <w:rsid w:val="00174E8C"/>
    <w:rsid w:val="0017791E"/>
    <w:rsid w:val="001808BC"/>
    <w:rsid w:val="00180D0C"/>
    <w:rsid w:val="001822E9"/>
    <w:rsid w:val="00192983"/>
    <w:rsid w:val="00192A08"/>
    <w:rsid w:val="00192FC1"/>
    <w:rsid w:val="0019429B"/>
    <w:rsid w:val="001946F7"/>
    <w:rsid w:val="001979F4"/>
    <w:rsid w:val="001A15AB"/>
    <w:rsid w:val="001A164D"/>
    <w:rsid w:val="001A525B"/>
    <w:rsid w:val="001A638C"/>
    <w:rsid w:val="001A66C1"/>
    <w:rsid w:val="001A6D4C"/>
    <w:rsid w:val="001A7763"/>
    <w:rsid w:val="001B040F"/>
    <w:rsid w:val="001B1A31"/>
    <w:rsid w:val="001B2894"/>
    <w:rsid w:val="001B5180"/>
    <w:rsid w:val="001C208C"/>
    <w:rsid w:val="001C34EE"/>
    <w:rsid w:val="001C4600"/>
    <w:rsid w:val="001C68B1"/>
    <w:rsid w:val="001D0529"/>
    <w:rsid w:val="001D13FE"/>
    <w:rsid w:val="001D1A9C"/>
    <w:rsid w:val="001D26C6"/>
    <w:rsid w:val="001D6F33"/>
    <w:rsid w:val="001E4033"/>
    <w:rsid w:val="001E4511"/>
    <w:rsid w:val="001E74DC"/>
    <w:rsid w:val="001E7D27"/>
    <w:rsid w:val="001F053C"/>
    <w:rsid w:val="001F246D"/>
    <w:rsid w:val="001F36B2"/>
    <w:rsid w:val="001F5335"/>
    <w:rsid w:val="001F54F0"/>
    <w:rsid w:val="0020232E"/>
    <w:rsid w:val="00202E89"/>
    <w:rsid w:val="00203903"/>
    <w:rsid w:val="0020424F"/>
    <w:rsid w:val="0020690A"/>
    <w:rsid w:val="002121FC"/>
    <w:rsid w:val="002204B0"/>
    <w:rsid w:val="00225260"/>
    <w:rsid w:val="0022738D"/>
    <w:rsid w:val="00234BF9"/>
    <w:rsid w:val="00240C12"/>
    <w:rsid w:val="002427C9"/>
    <w:rsid w:val="002432A3"/>
    <w:rsid w:val="00244F0D"/>
    <w:rsid w:val="00251AFD"/>
    <w:rsid w:val="00254B4D"/>
    <w:rsid w:val="00254C45"/>
    <w:rsid w:val="0026120D"/>
    <w:rsid w:val="00261702"/>
    <w:rsid w:val="0026337D"/>
    <w:rsid w:val="00271746"/>
    <w:rsid w:val="00274A08"/>
    <w:rsid w:val="00275FBC"/>
    <w:rsid w:val="002808E6"/>
    <w:rsid w:val="002824DF"/>
    <w:rsid w:val="00283C3B"/>
    <w:rsid w:val="00292062"/>
    <w:rsid w:val="00292B83"/>
    <w:rsid w:val="002A0BD1"/>
    <w:rsid w:val="002A24CA"/>
    <w:rsid w:val="002A4330"/>
    <w:rsid w:val="002B69BF"/>
    <w:rsid w:val="002C2645"/>
    <w:rsid w:val="002C30E8"/>
    <w:rsid w:val="002C3C9F"/>
    <w:rsid w:val="002C41EF"/>
    <w:rsid w:val="002C4704"/>
    <w:rsid w:val="002C535B"/>
    <w:rsid w:val="002C7940"/>
    <w:rsid w:val="002D1ABD"/>
    <w:rsid w:val="002D2FE3"/>
    <w:rsid w:val="002D444E"/>
    <w:rsid w:val="002D4601"/>
    <w:rsid w:val="002D46CB"/>
    <w:rsid w:val="002D74C3"/>
    <w:rsid w:val="002E016B"/>
    <w:rsid w:val="002E1995"/>
    <w:rsid w:val="002E1D02"/>
    <w:rsid w:val="002E1E83"/>
    <w:rsid w:val="002E3FCA"/>
    <w:rsid w:val="002E7E65"/>
    <w:rsid w:val="002F21E5"/>
    <w:rsid w:val="002F2885"/>
    <w:rsid w:val="002F7709"/>
    <w:rsid w:val="0030159F"/>
    <w:rsid w:val="00303AC2"/>
    <w:rsid w:val="00307A3D"/>
    <w:rsid w:val="00310896"/>
    <w:rsid w:val="00310AAA"/>
    <w:rsid w:val="003116BC"/>
    <w:rsid w:val="00322AA8"/>
    <w:rsid w:val="00323062"/>
    <w:rsid w:val="00330F46"/>
    <w:rsid w:val="00332A2E"/>
    <w:rsid w:val="003362C6"/>
    <w:rsid w:val="003368F2"/>
    <w:rsid w:val="003372F8"/>
    <w:rsid w:val="00343459"/>
    <w:rsid w:val="0034400F"/>
    <w:rsid w:val="0034450C"/>
    <w:rsid w:val="00345927"/>
    <w:rsid w:val="00355ECC"/>
    <w:rsid w:val="00362606"/>
    <w:rsid w:val="003635C5"/>
    <w:rsid w:val="00364B8F"/>
    <w:rsid w:val="0036593F"/>
    <w:rsid w:val="00371CE0"/>
    <w:rsid w:val="00371E00"/>
    <w:rsid w:val="00373917"/>
    <w:rsid w:val="00375A01"/>
    <w:rsid w:val="00377415"/>
    <w:rsid w:val="003775BC"/>
    <w:rsid w:val="0038105F"/>
    <w:rsid w:val="00381D49"/>
    <w:rsid w:val="003832A1"/>
    <w:rsid w:val="003848B7"/>
    <w:rsid w:val="003979F4"/>
    <w:rsid w:val="003A5C2D"/>
    <w:rsid w:val="003A5D5E"/>
    <w:rsid w:val="003A672F"/>
    <w:rsid w:val="003B272C"/>
    <w:rsid w:val="003B2C21"/>
    <w:rsid w:val="003C1107"/>
    <w:rsid w:val="003C1275"/>
    <w:rsid w:val="003C1286"/>
    <w:rsid w:val="003C1F3C"/>
    <w:rsid w:val="003D4B76"/>
    <w:rsid w:val="003D5530"/>
    <w:rsid w:val="003E1CEF"/>
    <w:rsid w:val="003E1D4B"/>
    <w:rsid w:val="003E7C68"/>
    <w:rsid w:val="003F53BE"/>
    <w:rsid w:val="00400AF9"/>
    <w:rsid w:val="004034AD"/>
    <w:rsid w:val="00404E5E"/>
    <w:rsid w:val="00405689"/>
    <w:rsid w:val="00405B0A"/>
    <w:rsid w:val="0040699B"/>
    <w:rsid w:val="004076AE"/>
    <w:rsid w:val="004107E3"/>
    <w:rsid w:val="004162F0"/>
    <w:rsid w:val="004175E6"/>
    <w:rsid w:val="00422D1C"/>
    <w:rsid w:val="00426954"/>
    <w:rsid w:val="00432BEB"/>
    <w:rsid w:val="00433413"/>
    <w:rsid w:val="00433448"/>
    <w:rsid w:val="00440527"/>
    <w:rsid w:val="00444BFD"/>
    <w:rsid w:val="004458A6"/>
    <w:rsid w:val="00445EB3"/>
    <w:rsid w:val="004475B3"/>
    <w:rsid w:val="00450DE4"/>
    <w:rsid w:val="00450E56"/>
    <w:rsid w:val="00453B8C"/>
    <w:rsid w:val="00460D67"/>
    <w:rsid w:val="00461350"/>
    <w:rsid w:val="00461699"/>
    <w:rsid w:val="00463E4A"/>
    <w:rsid w:val="004664C6"/>
    <w:rsid w:val="00466C80"/>
    <w:rsid w:val="0046771A"/>
    <w:rsid w:val="00467FBB"/>
    <w:rsid w:val="00470083"/>
    <w:rsid w:val="0047284D"/>
    <w:rsid w:val="0047428F"/>
    <w:rsid w:val="00474420"/>
    <w:rsid w:val="00477853"/>
    <w:rsid w:val="00481187"/>
    <w:rsid w:val="0048130D"/>
    <w:rsid w:val="00481FB9"/>
    <w:rsid w:val="00483B76"/>
    <w:rsid w:val="00485470"/>
    <w:rsid w:val="00487E75"/>
    <w:rsid w:val="00491E9E"/>
    <w:rsid w:val="004924DC"/>
    <w:rsid w:val="00492CB2"/>
    <w:rsid w:val="004A290E"/>
    <w:rsid w:val="004A3F12"/>
    <w:rsid w:val="004A528B"/>
    <w:rsid w:val="004A66CD"/>
    <w:rsid w:val="004B10B1"/>
    <w:rsid w:val="004B23D3"/>
    <w:rsid w:val="004B2607"/>
    <w:rsid w:val="004B3678"/>
    <w:rsid w:val="004B36B8"/>
    <w:rsid w:val="004B3F76"/>
    <w:rsid w:val="004B724A"/>
    <w:rsid w:val="004C0139"/>
    <w:rsid w:val="004C48FE"/>
    <w:rsid w:val="004D1302"/>
    <w:rsid w:val="004D5FA1"/>
    <w:rsid w:val="004E1A56"/>
    <w:rsid w:val="004E1ADF"/>
    <w:rsid w:val="004E2A13"/>
    <w:rsid w:val="004E2E61"/>
    <w:rsid w:val="004E4C0F"/>
    <w:rsid w:val="004E552B"/>
    <w:rsid w:val="004F10CB"/>
    <w:rsid w:val="004F1AFF"/>
    <w:rsid w:val="004F3105"/>
    <w:rsid w:val="004F52C5"/>
    <w:rsid w:val="0050121B"/>
    <w:rsid w:val="00505451"/>
    <w:rsid w:val="005079FB"/>
    <w:rsid w:val="00511B28"/>
    <w:rsid w:val="00511FCD"/>
    <w:rsid w:val="00512A1A"/>
    <w:rsid w:val="005133E3"/>
    <w:rsid w:val="00514AEE"/>
    <w:rsid w:val="00514F9D"/>
    <w:rsid w:val="0051772A"/>
    <w:rsid w:val="005217C4"/>
    <w:rsid w:val="00523641"/>
    <w:rsid w:val="00532BF8"/>
    <w:rsid w:val="00532E73"/>
    <w:rsid w:val="00533B30"/>
    <w:rsid w:val="00533DC4"/>
    <w:rsid w:val="00535D8E"/>
    <w:rsid w:val="005372A1"/>
    <w:rsid w:val="00537981"/>
    <w:rsid w:val="00540B40"/>
    <w:rsid w:val="00540B8B"/>
    <w:rsid w:val="005451ED"/>
    <w:rsid w:val="005475AE"/>
    <w:rsid w:val="005502AF"/>
    <w:rsid w:val="00553303"/>
    <w:rsid w:val="0055426B"/>
    <w:rsid w:val="00555169"/>
    <w:rsid w:val="00556D77"/>
    <w:rsid w:val="00560066"/>
    <w:rsid w:val="00561026"/>
    <w:rsid w:val="0056334A"/>
    <w:rsid w:val="00563DC8"/>
    <w:rsid w:val="00565099"/>
    <w:rsid w:val="0057082B"/>
    <w:rsid w:val="0057307E"/>
    <w:rsid w:val="00575058"/>
    <w:rsid w:val="00580807"/>
    <w:rsid w:val="00585B46"/>
    <w:rsid w:val="0058675C"/>
    <w:rsid w:val="0059364A"/>
    <w:rsid w:val="00594070"/>
    <w:rsid w:val="00596AD9"/>
    <w:rsid w:val="005A44BA"/>
    <w:rsid w:val="005A7461"/>
    <w:rsid w:val="005B0592"/>
    <w:rsid w:val="005B4390"/>
    <w:rsid w:val="005B5606"/>
    <w:rsid w:val="005B6B2C"/>
    <w:rsid w:val="005C1D38"/>
    <w:rsid w:val="005C796A"/>
    <w:rsid w:val="005D2BA6"/>
    <w:rsid w:val="005D56A6"/>
    <w:rsid w:val="005E07E6"/>
    <w:rsid w:val="005E27AE"/>
    <w:rsid w:val="005F1BE6"/>
    <w:rsid w:val="005F38CA"/>
    <w:rsid w:val="00600162"/>
    <w:rsid w:val="006008CE"/>
    <w:rsid w:val="00604B88"/>
    <w:rsid w:val="00606BBC"/>
    <w:rsid w:val="006129A2"/>
    <w:rsid w:val="00615A71"/>
    <w:rsid w:val="0061630E"/>
    <w:rsid w:val="00626BC7"/>
    <w:rsid w:val="006274E5"/>
    <w:rsid w:val="006330C3"/>
    <w:rsid w:val="006339CF"/>
    <w:rsid w:val="0063700B"/>
    <w:rsid w:val="00642B0A"/>
    <w:rsid w:val="00642BFB"/>
    <w:rsid w:val="00643C48"/>
    <w:rsid w:val="00644BB6"/>
    <w:rsid w:val="00646B55"/>
    <w:rsid w:val="00654B9E"/>
    <w:rsid w:val="00660640"/>
    <w:rsid w:val="00660C67"/>
    <w:rsid w:val="00660C82"/>
    <w:rsid w:val="0066227A"/>
    <w:rsid w:val="0066369B"/>
    <w:rsid w:val="0066370D"/>
    <w:rsid w:val="006677F3"/>
    <w:rsid w:val="00670650"/>
    <w:rsid w:val="006711E9"/>
    <w:rsid w:val="00672ED0"/>
    <w:rsid w:val="00675CB0"/>
    <w:rsid w:val="006801A8"/>
    <w:rsid w:val="006821F1"/>
    <w:rsid w:val="006846D3"/>
    <w:rsid w:val="00692724"/>
    <w:rsid w:val="00693357"/>
    <w:rsid w:val="00695A20"/>
    <w:rsid w:val="006A14E8"/>
    <w:rsid w:val="006A7F4B"/>
    <w:rsid w:val="006B353F"/>
    <w:rsid w:val="006B3E26"/>
    <w:rsid w:val="006B65A6"/>
    <w:rsid w:val="006C1405"/>
    <w:rsid w:val="006D2FE7"/>
    <w:rsid w:val="006D304D"/>
    <w:rsid w:val="006D584C"/>
    <w:rsid w:val="006D68F5"/>
    <w:rsid w:val="006D6AFC"/>
    <w:rsid w:val="006E22A6"/>
    <w:rsid w:val="006E2EA1"/>
    <w:rsid w:val="006F032D"/>
    <w:rsid w:val="006F04FE"/>
    <w:rsid w:val="006F2B46"/>
    <w:rsid w:val="006F2E53"/>
    <w:rsid w:val="006F3A1D"/>
    <w:rsid w:val="006F40B8"/>
    <w:rsid w:val="006F4516"/>
    <w:rsid w:val="00700B62"/>
    <w:rsid w:val="00704D1B"/>
    <w:rsid w:val="0071083B"/>
    <w:rsid w:val="00711341"/>
    <w:rsid w:val="00711BFE"/>
    <w:rsid w:val="00716DBC"/>
    <w:rsid w:val="007173AC"/>
    <w:rsid w:val="007204C7"/>
    <w:rsid w:val="00720574"/>
    <w:rsid w:val="00722674"/>
    <w:rsid w:val="00722EDE"/>
    <w:rsid w:val="00726691"/>
    <w:rsid w:val="007272BB"/>
    <w:rsid w:val="00730628"/>
    <w:rsid w:val="00730C8A"/>
    <w:rsid w:val="00733EB8"/>
    <w:rsid w:val="00741FA3"/>
    <w:rsid w:val="00742840"/>
    <w:rsid w:val="00752C20"/>
    <w:rsid w:val="00752C55"/>
    <w:rsid w:val="0075454F"/>
    <w:rsid w:val="007563F8"/>
    <w:rsid w:val="007565F4"/>
    <w:rsid w:val="00756FA1"/>
    <w:rsid w:val="007570A1"/>
    <w:rsid w:val="0075726B"/>
    <w:rsid w:val="007609EA"/>
    <w:rsid w:val="007620CF"/>
    <w:rsid w:val="0076316B"/>
    <w:rsid w:val="007651C6"/>
    <w:rsid w:val="00772753"/>
    <w:rsid w:val="00775BB3"/>
    <w:rsid w:val="00780F0A"/>
    <w:rsid w:val="00782A8F"/>
    <w:rsid w:val="007848B8"/>
    <w:rsid w:val="00794EE6"/>
    <w:rsid w:val="00795281"/>
    <w:rsid w:val="0079656D"/>
    <w:rsid w:val="00797AE4"/>
    <w:rsid w:val="007A3861"/>
    <w:rsid w:val="007A4577"/>
    <w:rsid w:val="007A4A4C"/>
    <w:rsid w:val="007A5E75"/>
    <w:rsid w:val="007B185E"/>
    <w:rsid w:val="007B1FB4"/>
    <w:rsid w:val="007B29F1"/>
    <w:rsid w:val="007B2AA7"/>
    <w:rsid w:val="007B2FFA"/>
    <w:rsid w:val="007B33BC"/>
    <w:rsid w:val="007B492C"/>
    <w:rsid w:val="007B7139"/>
    <w:rsid w:val="007C2D03"/>
    <w:rsid w:val="007C5CAB"/>
    <w:rsid w:val="007D0264"/>
    <w:rsid w:val="007D0A1D"/>
    <w:rsid w:val="007D19B5"/>
    <w:rsid w:val="007D2ACB"/>
    <w:rsid w:val="007D5CCE"/>
    <w:rsid w:val="007D71DC"/>
    <w:rsid w:val="007E1C10"/>
    <w:rsid w:val="007E20B0"/>
    <w:rsid w:val="007E2155"/>
    <w:rsid w:val="007E2542"/>
    <w:rsid w:val="007E678A"/>
    <w:rsid w:val="007E6CC8"/>
    <w:rsid w:val="007E79BE"/>
    <w:rsid w:val="007F1325"/>
    <w:rsid w:val="007F241B"/>
    <w:rsid w:val="007F6E12"/>
    <w:rsid w:val="007F71D2"/>
    <w:rsid w:val="007F7315"/>
    <w:rsid w:val="00803B1F"/>
    <w:rsid w:val="0080586F"/>
    <w:rsid w:val="00805DD5"/>
    <w:rsid w:val="00813BF1"/>
    <w:rsid w:val="0081402C"/>
    <w:rsid w:val="00814EB5"/>
    <w:rsid w:val="0082337B"/>
    <w:rsid w:val="008248B5"/>
    <w:rsid w:val="00825EBA"/>
    <w:rsid w:val="008340AF"/>
    <w:rsid w:val="00834637"/>
    <w:rsid w:val="0083539D"/>
    <w:rsid w:val="008353D4"/>
    <w:rsid w:val="00835693"/>
    <w:rsid w:val="00837DC2"/>
    <w:rsid w:val="00840256"/>
    <w:rsid w:val="008408E2"/>
    <w:rsid w:val="00840BEE"/>
    <w:rsid w:val="00841007"/>
    <w:rsid w:val="00841C49"/>
    <w:rsid w:val="00845E39"/>
    <w:rsid w:val="008500EB"/>
    <w:rsid w:val="00850475"/>
    <w:rsid w:val="00850C2C"/>
    <w:rsid w:val="0085386B"/>
    <w:rsid w:val="00856BAB"/>
    <w:rsid w:val="00856CF5"/>
    <w:rsid w:val="00860300"/>
    <w:rsid w:val="00862778"/>
    <w:rsid w:val="008633CA"/>
    <w:rsid w:val="0086352F"/>
    <w:rsid w:val="00863552"/>
    <w:rsid w:val="0086411E"/>
    <w:rsid w:val="00864359"/>
    <w:rsid w:val="0086533A"/>
    <w:rsid w:val="00865926"/>
    <w:rsid w:val="00867294"/>
    <w:rsid w:val="0087105A"/>
    <w:rsid w:val="00872A4E"/>
    <w:rsid w:val="00873916"/>
    <w:rsid w:val="00873FF7"/>
    <w:rsid w:val="00876596"/>
    <w:rsid w:val="00877286"/>
    <w:rsid w:val="00885E3E"/>
    <w:rsid w:val="00885FBC"/>
    <w:rsid w:val="008869E1"/>
    <w:rsid w:val="008967A9"/>
    <w:rsid w:val="008A1CDB"/>
    <w:rsid w:val="008A6DB5"/>
    <w:rsid w:val="008A7F6F"/>
    <w:rsid w:val="008B00EC"/>
    <w:rsid w:val="008B2AD7"/>
    <w:rsid w:val="008B3DE6"/>
    <w:rsid w:val="008B4581"/>
    <w:rsid w:val="008B4EB8"/>
    <w:rsid w:val="008B6C8A"/>
    <w:rsid w:val="008C0114"/>
    <w:rsid w:val="008C17F2"/>
    <w:rsid w:val="008C1FEB"/>
    <w:rsid w:val="008C452B"/>
    <w:rsid w:val="008C780B"/>
    <w:rsid w:val="008D15BD"/>
    <w:rsid w:val="008D5249"/>
    <w:rsid w:val="008E484F"/>
    <w:rsid w:val="008E4BD2"/>
    <w:rsid w:val="008E6285"/>
    <w:rsid w:val="008E6A7E"/>
    <w:rsid w:val="008E6D81"/>
    <w:rsid w:val="008F13EE"/>
    <w:rsid w:val="008F1CF4"/>
    <w:rsid w:val="008F428C"/>
    <w:rsid w:val="008F550F"/>
    <w:rsid w:val="008F7AD1"/>
    <w:rsid w:val="00900DDB"/>
    <w:rsid w:val="009012E4"/>
    <w:rsid w:val="00907A42"/>
    <w:rsid w:val="00910326"/>
    <w:rsid w:val="009141EF"/>
    <w:rsid w:val="00914991"/>
    <w:rsid w:val="009205F8"/>
    <w:rsid w:val="00923C79"/>
    <w:rsid w:val="00923E1F"/>
    <w:rsid w:val="00924D27"/>
    <w:rsid w:val="00925086"/>
    <w:rsid w:val="0092643C"/>
    <w:rsid w:val="009277D4"/>
    <w:rsid w:val="009366CD"/>
    <w:rsid w:val="0094011D"/>
    <w:rsid w:val="009427CB"/>
    <w:rsid w:val="00945AFB"/>
    <w:rsid w:val="00953693"/>
    <w:rsid w:val="009558DB"/>
    <w:rsid w:val="00956BAA"/>
    <w:rsid w:val="009616AB"/>
    <w:rsid w:val="00964061"/>
    <w:rsid w:val="00964DCC"/>
    <w:rsid w:val="00967854"/>
    <w:rsid w:val="00973DC7"/>
    <w:rsid w:val="00975E98"/>
    <w:rsid w:val="00976809"/>
    <w:rsid w:val="009812BD"/>
    <w:rsid w:val="00982704"/>
    <w:rsid w:val="00984FA9"/>
    <w:rsid w:val="009856D1"/>
    <w:rsid w:val="00986345"/>
    <w:rsid w:val="00987D6D"/>
    <w:rsid w:val="009910F7"/>
    <w:rsid w:val="00994CF3"/>
    <w:rsid w:val="00995FD0"/>
    <w:rsid w:val="00997D92"/>
    <w:rsid w:val="009A1FB9"/>
    <w:rsid w:val="009A640B"/>
    <w:rsid w:val="009B02A8"/>
    <w:rsid w:val="009B1F67"/>
    <w:rsid w:val="009B20E3"/>
    <w:rsid w:val="009B2AD3"/>
    <w:rsid w:val="009B40C9"/>
    <w:rsid w:val="009B5308"/>
    <w:rsid w:val="009C4C37"/>
    <w:rsid w:val="009D29A7"/>
    <w:rsid w:val="009D2B4F"/>
    <w:rsid w:val="009D56C6"/>
    <w:rsid w:val="009D5767"/>
    <w:rsid w:val="009E5592"/>
    <w:rsid w:val="009E6941"/>
    <w:rsid w:val="009E7122"/>
    <w:rsid w:val="009F32A3"/>
    <w:rsid w:val="009F5FBB"/>
    <w:rsid w:val="009F67E3"/>
    <w:rsid w:val="00A003EA"/>
    <w:rsid w:val="00A02ACC"/>
    <w:rsid w:val="00A04598"/>
    <w:rsid w:val="00A04C84"/>
    <w:rsid w:val="00A0718A"/>
    <w:rsid w:val="00A07880"/>
    <w:rsid w:val="00A1265B"/>
    <w:rsid w:val="00A13E9A"/>
    <w:rsid w:val="00A14588"/>
    <w:rsid w:val="00A1473C"/>
    <w:rsid w:val="00A14A10"/>
    <w:rsid w:val="00A2093D"/>
    <w:rsid w:val="00A2276C"/>
    <w:rsid w:val="00A22ADC"/>
    <w:rsid w:val="00A238CF"/>
    <w:rsid w:val="00A243A0"/>
    <w:rsid w:val="00A27F11"/>
    <w:rsid w:val="00A30CD4"/>
    <w:rsid w:val="00A31091"/>
    <w:rsid w:val="00A31CAD"/>
    <w:rsid w:val="00A35E67"/>
    <w:rsid w:val="00A36946"/>
    <w:rsid w:val="00A4122C"/>
    <w:rsid w:val="00A43C70"/>
    <w:rsid w:val="00A4486C"/>
    <w:rsid w:val="00A4691A"/>
    <w:rsid w:val="00A51257"/>
    <w:rsid w:val="00A52C73"/>
    <w:rsid w:val="00A60473"/>
    <w:rsid w:val="00A654DF"/>
    <w:rsid w:val="00A6738C"/>
    <w:rsid w:val="00A70754"/>
    <w:rsid w:val="00A70EA4"/>
    <w:rsid w:val="00A7416B"/>
    <w:rsid w:val="00A7498F"/>
    <w:rsid w:val="00A74C5B"/>
    <w:rsid w:val="00A77222"/>
    <w:rsid w:val="00A77926"/>
    <w:rsid w:val="00A83557"/>
    <w:rsid w:val="00A85C89"/>
    <w:rsid w:val="00A86124"/>
    <w:rsid w:val="00A92CFF"/>
    <w:rsid w:val="00A94149"/>
    <w:rsid w:val="00A9438A"/>
    <w:rsid w:val="00A9615A"/>
    <w:rsid w:val="00AA169F"/>
    <w:rsid w:val="00AA1741"/>
    <w:rsid w:val="00AA4FE1"/>
    <w:rsid w:val="00AA5BCC"/>
    <w:rsid w:val="00AA7F62"/>
    <w:rsid w:val="00AB0639"/>
    <w:rsid w:val="00AB16E6"/>
    <w:rsid w:val="00AB3DDC"/>
    <w:rsid w:val="00AB4207"/>
    <w:rsid w:val="00AB4407"/>
    <w:rsid w:val="00AB760E"/>
    <w:rsid w:val="00AC0BAF"/>
    <w:rsid w:val="00AC6FEA"/>
    <w:rsid w:val="00AD1303"/>
    <w:rsid w:val="00AD1548"/>
    <w:rsid w:val="00AD1D4E"/>
    <w:rsid w:val="00AD1FB5"/>
    <w:rsid w:val="00AD20C5"/>
    <w:rsid w:val="00AD4E1F"/>
    <w:rsid w:val="00AD6B1E"/>
    <w:rsid w:val="00AD7773"/>
    <w:rsid w:val="00AD792B"/>
    <w:rsid w:val="00AE3631"/>
    <w:rsid w:val="00AE7A55"/>
    <w:rsid w:val="00AF01F3"/>
    <w:rsid w:val="00AF7461"/>
    <w:rsid w:val="00AF7C1A"/>
    <w:rsid w:val="00B0091A"/>
    <w:rsid w:val="00B02186"/>
    <w:rsid w:val="00B04272"/>
    <w:rsid w:val="00B04E67"/>
    <w:rsid w:val="00B10201"/>
    <w:rsid w:val="00B10841"/>
    <w:rsid w:val="00B20E85"/>
    <w:rsid w:val="00B24736"/>
    <w:rsid w:val="00B24F42"/>
    <w:rsid w:val="00B252B2"/>
    <w:rsid w:val="00B26CA6"/>
    <w:rsid w:val="00B320AC"/>
    <w:rsid w:val="00B34EDF"/>
    <w:rsid w:val="00B37C9D"/>
    <w:rsid w:val="00B42143"/>
    <w:rsid w:val="00B467B3"/>
    <w:rsid w:val="00B505F0"/>
    <w:rsid w:val="00B520D1"/>
    <w:rsid w:val="00B52617"/>
    <w:rsid w:val="00B548AC"/>
    <w:rsid w:val="00B54A74"/>
    <w:rsid w:val="00B54E11"/>
    <w:rsid w:val="00B5569F"/>
    <w:rsid w:val="00B56122"/>
    <w:rsid w:val="00B5630E"/>
    <w:rsid w:val="00B566EF"/>
    <w:rsid w:val="00B56D1F"/>
    <w:rsid w:val="00B57C63"/>
    <w:rsid w:val="00B60E48"/>
    <w:rsid w:val="00B708B1"/>
    <w:rsid w:val="00B80EFE"/>
    <w:rsid w:val="00B83428"/>
    <w:rsid w:val="00B8352E"/>
    <w:rsid w:val="00B90880"/>
    <w:rsid w:val="00B9597E"/>
    <w:rsid w:val="00B96EFE"/>
    <w:rsid w:val="00B96F6C"/>
    <w:rsid w:val="00BA51DD"/>
    <w:rsid w:val="00BA581C"/>
    <w:rsid w:val="00BB0891"/>
    <w:rsid w:val="00BB1FF0"/>
    <w:rsid w:val="00BB203B"/>
    <w:rsid w:val="00BB3FBC"/>
    <w:rsid w:val="00BB6D40"/>
    <w:rsid w:val="00BC0E89"/>
    <w:rsid w:val="00BC5D64"/>
    <w:rsid w:val="00BC6542"/>
    <w:rsid w:val="00BC6A5E"/>
    <w:rsid w:val="00BD0D38"/>
    <w:rsid w:val="00BD0F48"/>
    <w:rsid w:val="00BD228A"/>
    <w:rsid w:val="00BD2E1E"/>
    <w:rsid w:val="00BD3EAA"/>
    <w:rsid w:val="00BD4122"/>
    <w:rsid w:val="00BD56B9"/>
    <w:rsid w:val="00BD6DC4"/>
    <w:rsid w:val="00BE14AB"/>
    <w:rsid w:val="00BE1E81"/>
    <w:rsid w:val="00BE22D5"/>
    <w:rsid w:val="00BE5C21"/>
    <w:rsid w:val="00BF4CEF"/>
    <w:rsid w:val="00C04E31"/>
    <w:rsid w:val="00C138AB"/>
    <w:rsid w:val="00C142FD"/>
    <w:rsid w:val="00C154DE"/>
    <w:rsid w:val="00C173BB"/>
    <w:rsid w:val="00C17723"/>
    <w:rsid w:val="00C2100B"/>
    <w:rsid w:val="00C21542"/>
    <w:rsid w:val="00C34166"/>
    <w:rsid w:val="00C3670A"/>
    <w:rsid w:val="00C37073"/>
    <w:rsid w:val="00C42E6C"/>
    <w:rsid w:val="00C449E2"/>
    <w:rsid w:val="00C46BD1"/>
    <w:rsid w:val="00C46E31"/>
    <w:rsid w:val="00C47932"/>
    <w:rsid w:val="00C52E79"/>
    <w:rsid w:val="00C53719"/>
    <w:rsid w:val="00C543F7"/>
    <w:rsid w:val="00C5445F"/>
    <w:rsid w:val="00C546C8"/>
    <w:rsid w:val="00C54BD1"/>
    <w:rsid w:val="00C56FD4"/>
    <w:rsid w:val="00C615D1"/>
    <w:rsid w:val="00C619A6"/>
    <w:rsid w:val="00C62ACF"/>
    <w:rsid w:val="00C62BA5"/>
    <w:rsid w:val="00C62EBB"/>
    <w:rsid w:val="00C645C2"/>
    <w:rsid w:val="00C6658D"/>
    <w:rsid w:val="00C73E7E"/>
    <w:rsid w:val="00C7406E"/>
    <w:rsid w:val="00C7443F"/>
    <w:rsid w:val="00C770DE"/>
    <w:rsid w:val="00C831FD"/>
    <w:rsid w:val="00C842E7"/>
    <w:rsid w:val="00C87793"/>
    <w:rsid w:val="00C9013C"/>
    <w:rsid w:val="00C9224A"/>
    <w:rsid w:val="00C95EF4"/>
    <w:rsid w:val="00C962A2"/>
    <w:rsid w:val="00C96684"/>
    <w:rsid w:val="00CA2384"/>
    <w:rsid w:val="00CA38BF"/>
    <w:rsid w:val="00CA5FD9"/>
    <w:rsid w:val="00CA6A88"/>
    <w:rsid w:val="00CB0BCB"/>
    <w:rsid w:val="00CB2904"/>
    <w:rsid w:val="00CB384A"/>
    <w:rsid w:val="00CB3CF8"/>
    <w:rsid w:val="00CB7D26"/>
    <w:rsid w:val="00CC20DA"/>
    <w:rsid w:val="00CC7429"/>
    <w:rsid w:val="00CD2059"/>
    <w:rsid w:val="00CD2E27"/>
    <w:rsid w:val="00CD3A18"/>
    <w:rsid w:val="00CD4B71"/>
    <w:rsid w:val="00CE056C"/>
    <w:rsid w:val="00CE159E"/>
    <w:rsid w:val="00CE1AD4"/>
    <w:rsid w:val="00CE2222"/>
    <w:rsid w:val="00CE3B8F"/>
    <w:rsid w:val="00CE7472"/>
    <w:rsid w:val="00CF191B"/>
    <w:rsid w:val="00CF5BA8"/>
    <w:rsid w:val="00CF5DCA"/>
    <w:rsid w:val="00CF7593"/>
    <w:rsid w:val="00D02060"/>
    <w:rsid w:val="00D04CC8"/>
    <w:rsid w:val="00D053B8"/>
    <w:rsid w:val="00D07CCB"/>
    <w:rsid w:val="00D12F7E"/>
    <w:rsid w:val="00D13DF8"/>
    <w:rsid w:val="00D14412"/>
    <w:rsid w:val="00D1455F"/>
    <w:rsid w:val="00D20A67"/>
    <w:rsid w:val="00D2287A"/>
    <w:rsid w:val="00D22916"/>
    <w:rsid w:val="00D252D8"/>
    <w:rsid w:val="00D261BE"/>
    <w:rsid w:val="00D31C87"/>
    <w:rsid w:val="00D3318C"/>
    <w:rsid w:val="00D35589"/>
    <w:rsid w:val="00D35D2E"/>
    <w:rsid w:val="00D360D9"/>
    <w:rsid w:val="00D40B0C"/>
    <w:rsid w:val="00D4241A"/>
    <w:rsid w:val="00D47365"/>
    <w:rsid w:val="00D50929"/>
    <w:rsid w:val="00D5116D"/>
    <w:rsid w:val="00D53B9E"/>
    <w:rsid w:val="00D57133"/>
    <w:rsid w:val="00D57AC5"/>
    <w:rsid w:val="00D603C0"/>
    <w:rsid w:val="00D60772"/>
    <w:rsid w:val="00D60E2A"/>
    <w:rsid w:val="00D62ADE"/>
    <w:rsid w:val="00D674AD"/>
    <w:rsid w:val="00D71BD5"/>
    <w:rsid w:val="00D75E10"/>
    <w:rsid w:val="00D8050E"/>
    <w:rsid w:val="00D807D9"/>
    <w:rsid w:val="00D8238A"/>
    <w:rsid w:val="00D85EE1"/>
    <w:rsid w:val="00D86285"/>
    <w:rsid w:val="00D9274F"/>
    <w:rsid w:val="00D927DF"/>
    <w:rsid w:val="00D9379E"/>
    <w:rsid w:val="00D939D7"/>
    <w:rsid w:val="00DA4D95"/>
    <w:rsid w:val="00DA5529"/>
    <w:rsid w:val="00DA5C7A"/>
    <w:rsid w:val="00DA6D98"/>
    <w:rsid w:val="00DA74F7"/>
    <w:rsid w:val="00DA7A00"/>
    <w:rsid w:val="00DB5CFD"/>
    <w:rsid w:val="00DB7822"/>
    <w:rsid w:val="00DC06C5"/>
    <w:rsid w:val="00DC2AE0"/>
    <w:rsid w:val="00DC3C41"/>
    <w:rsid w:val="00DC4710"/>
    <w:rsid w:val="00DC5766"/>
    <w:rsid w:val="00DD3542"/>
    <w:rsid w:val="00DD4C87"/>
    <w:rsid w:val="00DD719D"/>
    <w:rsid w:val="00DE1F62"/>
    <w:rsid w:val="00DE374B"/>
    <w:rsid w:val="00DE3B41"/>
    <w:rsid w:val="00DE5193"/>
    <w:rsid w:val="00DE5648"/>
    <w:rsid w:val="00DE7AD3"/>
    <w:rsid w:val="00DF565A"/>
    <w:rsid w:val="00E00B95"/>
    <w:rsid w:val="00E03374"/>
    <w:rsid w:val="00E050DC"/>
    <w:rsid w:val="00E0752D"/>
    <w:rsid w:val="00E1388C"/>
    <w:rsid w:val="00E156B3"/>
    <w:rsid w:val="00E172E6"/>
    <w:rsid w:val="00E22377"/>
    <w:rsid w:val="00E22EB5"/>
    <w:rsid w:val="00E23D6E"/>
    <w:rsid w:val="00E25621"/>
    <w:rsid w:val="00E260BB"/>
    <w:rsid w:val="00E26298"/>
    <w:rsid w:val="00E26FE0"/>
    <w:rsid w:val="00E27876"/>
    <w:rsid w:val="00E319A7"/>
    <w:rsid w:val="00E34E86"/>
    <w:rsid w:val="00E3679E"/>
    <w:rsid w:val="00E36CEA"/>
    <w:rsid w:val="00E4049F"/>
    <w:rsid w:val="00E40D25"/>
    <w:rsid w:val="00E425CB"/>
    <w:rsid w:val="00E47859"/>
    <w:rsid w:val="00E50CF0"/>
    <w:rsid w:val="00E521E9"/>
    <w:rsid w:val="00E52E57"/>
    <w:rsid w:val="00E53D3C"/>
    <w:rsid w:val="00E55565"/>
    <w:rsid w:val="00E55B1C"/>
    <w:rsid w:val="00E612EF"/>
    <w:rsid w:val="00E62959"/>
    <w:rsid w:val="00E71BAB"/>
    <w:rsid w:val="00E7253F"/>
    <w:rsid w:val="00E73193"/>
    <w:rsid w:val="00E7354F"/>
    <w:rsid w:val="00E7520F"/>
    <w:rsid w:val="00E85601"/>
    <w:rsid w:val="00E85BD3"/>
    <w:rsid w:val="00E9348E"/>
    <w:rsid w:val="00E95DD9"/>
    <w:rsid w:val="00E96528"/>
    <w:rsid w:val="00EA2976"/>
    <w:rsid w:val="00EA56DD"/>
    <w:rsid w:val="00EA726C"/>
    <w:rsid w:val="00EA7877"/>
    <w:rsid w:val="00EB12D4"/>
    <w:rsid w:val="00EB1C63"/>
    <w:rsid w:val="00EB2938"/>
    <w:rsid w:val="00EB3088"/>
    <w:rsid w:val="00EB3D91"/>
    <w:rsid w:val="00EB58C2"/>
    <w:rsid w:val="00EB6D4F"/>
    <w:rsid w:val="00EC2DBB"/>
    <w:rsid w:val="00EC5AAB"/>
    <w:rsid w:val="00EC6D42"/>
    <w:rsid w:val="00EC73E1"/>
    <w:rsid w:val="00ED61D2"/>
    <w:rsid w:val="00ED67D8"/>
    <w:rsid w:val="00EE2AD7"/>
    <w:rsid w:val="00EE329D"/>
    <w:rsid w:val="00EE5ACB"/>
    <w:rsid w:val="00EE648D"/>
    <w:rsid w:val="00EE66D1"/>
    <w:rsid w:val="00EE7D57"/>
    <w:rsid w:val="00EF3280"/>
    <w:rsid w:val="00EF4F50"/>
    <w:rsid w:val="00EF76BF"/>
    <w:rsid w:val="00F06B15"/>
    <w:rsid w:val="00F07671"/>
    <w:rsid w:val="00F07F85"/>
    <w:rsid w:val="00F13905"/>
    <w:rsid w:val="00F13C57"/>
    <w:rsid w:val="00F177E7"/>
    <w:rsid w:val="00F2115A"/>
    <w:rsid w:val="00F23862"/>
    <w:rsid w:val="00F24751"/>
    <w:rsid w:val="00F249D5"/>
    <w:rsid w:val="00F27153"/>
    <w:rsid w:val="00F30356"/>
    <w:rsid w:val="00F30CE9"/>
    <w:rsid w:val="00F31B0F"/>
    <w:rsid w:val="00F3224D"/>
    <w:rsid w:val="00F3256C"/>
    <w:rsid w:val="00F40F72"/>
    <w:rsid w:val="00F44D73"/>
    <w:rsid w:val="00F45673"/>
    <w:rsid w:val="00F467BC"/>
    <w:rsid w:val="00F47372"/>
    <w:rsid w:val="00F47419"/>
    <w:rsid w:val="00F52DB1"/>
    <w:rsid w:val="00F551DE"/>
    <w:rsid w:val="00F61217"/>
    <w:rsid w:val="00F623B3"/>
    <w:rsid w:val="00F62DCD"/>
    <w:rsid w:val="00F64BB1"/>
    <w:rsid w:val="00F658F7"/>
    <w:rsid w:val="00F6616E"/>
    <w:rsid w:val="00F67216"/>
    <w:rsid w:val="00F711CD"/>
    <w:rsid w:val="00F77277"/>
    <w:rsid w:val="00F80EF0"/>
    <w:rsid w:val="00F81851"/>
    <w:rsid w:val="00F84EC7"/>
    <w:rsid w:val="00F8735C"/>
    <w:rsid w:val="00F87806"/>
    <w:rsid w:val="00F87BED"/>
    <w:rsid w:val="00F91A16"/>
    <w:rsid w:val="00F93517"/>
    <w:rsid w:val="00F95215"/>
    <w:rsid w:val="00F977C1"/>
    <w:rsid w:val="00FA6550"/>
    <w:rsid w:val="00FA7404"/>
    <w:rsid w:val="00FC0D15"/>
    <w:rsid w:val="00FC3851"/>
    <w:rsid w:val="00FC702B"/>
    <w:rsid w:val="00FE13FA"/>
    <w:rsid w:val="00FE6120"/>
    <w:rsid w:val="00FF0994"/>
    <w:rsid w:val="00FF15C6"/>
    <w:rsid w:val="00FF1811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C15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22EB5"/>
    <w:rPr>
      <w:noProof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76E8B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494BA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494BA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494BA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A495C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494BA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3494BA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3494BA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3494B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733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276E8B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3494BA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3494BA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3494BA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1A495C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3494BA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292733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3494BA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3494BA" w:themeColor="accent1"/>
      </w:pBdr>
      <w:spacing w:before="200" w:after="280"/>
      <w:ind w:left="936" w:right="936"/>
    </w:pPr>
    <w:rPr>
      <w:b/>
      <w:bCs/>
      <w:i/>
      <w:iCs/>
      <w:color w:val="3494BA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3494BA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3494BA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8B6C0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58B6C0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6B9F25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customStyle="1" w:styleId="TematkomentarzaZnak">
    <w:name w:val="Temat komentarza Znak"/>
    <w:basedOn w:val="TekstkomentarzaZnak"/>
    <w:link w:val="Tematkomentarza"/>
  </w:style>
  <w:style w:type="table" w:styleId="Tabela-Siatka">
    <w:name w:val="Table Grid"/>
    <w:basedOn w:val="Standardowy"/>
    <w:rsid w:val="00BE5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Custom">
    <w:name w:val="Nagłówek Custom"/>
    <w:basedOn w:val="Nagwek1"/>
    <w:next w:val="Normalny"/>
    <w:qFormat/>
    <w:rsid w:val="00512A1A"/>
    <w:pPr>
      <w:numPr>
        <w:numId w:val="3"/>
      </w:numPr>
      <w:pBdr>
        <w:top w:val="single" w:sz="4" w:space="2" w:color="002060"/>
        <w:left w:val="single" w:sz="4" w:space="4" w:color="002060"/>
        <w:bottom w:val="single" w:sz="4" w:space="2" w:color="002060"/>
        <w:right w:val="single" w:sz="4" w:space="4" w:color="002060"/>
      </w:pBdr>
      <w:shd w:val="clear" w:color="auto" w:fill="002060"/>
      <w:tabs>
        <w:tab w:val="num" w:pos="360"/>
      </w:tabs>
      <w:spacing w:before="240" w:after="480" w:line="259" w:lineRule="auto"/>
      <w:ind w:left="567" w:hanging="567"/>
      <w:jc w:val="both"/>
    </w:pPr>
    <w:rPr>
      <w:rFonts w:ascii="Calibri Light" w:eastAsia="Times New Roman" w:hAnsi="Calibri Light"/>
      <w:b w:val="0"/>
      <w:bCs w:val="0"/>
      <w:color w:val="FFFFFF" w:themeColor="background1"/>
      <w:lang w:eastAsia="en-US" w:bidi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F74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F7461"/>
  </w:style>
  <w:style w:type="paragraph" w:customStyle="1" w:styleId="ustp">
    <w:name w:val="ustęp"/>
    <w:basedOn w:val="Tekstpodstawowywcity"/>
    <w:rsid w:val="00AD20C5"/>
    <w:pPr>
      <w:widowControl w:val="0"/>
      <w:suppressAutoHyphens/>
      <w:autoSpaceDE w:val="0"/>
      <w:spacing w:after="24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Siatkatabeli1">
    <w:name w:val="Siatka tabeli1"/>
    <w:basedOn w:val="Standardowy"/>
    <w:next w:val="Tabela-Siatka"/>
    <w:rsid w:val="001E4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wor\AppData\Roaming\Microsoft\Templates\Raport%20biznesowy%20(projekt%20graficzny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Niebieskozielony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5D064-3D2C-4629-9DC5-B037FE49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 biznesowy (projekt graficzny)</Template>
  <TotalTime>0</TotalTime>
  <Pages>3</Pages>
  <Words>1095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2021-06-08T07:01:00Z</dcterms:created>
  <dcterms:modified xsi:type="dcterms:W3CDTF">2021-06-08T07:01:00Z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